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5B" w:rsidRDefault="003F475B" w:rsidP="003F475B">
      <w:pPr>
        <w:pStyle w:val="Titolo1"/>
      </w:pPr>
      <w:r>
        <w:t xml:space="preserve">VOCI </w:t>
      </w:r>
      <w:proofErr w:type="spellStart"/>
      <w:r>
        <w:t>DI</w:t>
      </w:r>
      <w:proofErr w:type="spellEnd"/>
      <w:r>
        <w:t xml:space="preserve"> CAPITOLATO </w:t>
      </w:r>
    </w:p>
    <w:p w:rsidR="003F475B" w:rsidRDefault="0020319D" w:rsidP="003F475B">
      <w:pPr>
        <w:pStyle w:val="Titolo1"/>
      </w:pPr>
      <w:r>
        <w:t>PERALIT 25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3F475B" w:rsidRPr="003F475B" w:rsidRDefault="003F475B" w:rsidP="003F475B">
      <w:pPr>
        <w:pStyle w:val="Titolo1"/>
        <w:rPr>
          <w:rStyle w:val="TitoloCarattere"/>
          <w:b w:val="0"/>
        </w:rPr>
      </w:pPr>
      <w:r w:rsidRPr="003F475B">
        <w:rPr>
          <w:b w:val="0"/>
        </w:rPr>
        <w:t>01</w:t>
      </w:r>
      <w:r w:rsidR="0020319D">
        <w:rPr>
          <w:b w:val="0"/>
        </w:rPr>
        <w:tab/>
      </w:r>
      <w:r>
        <w:rPr>
          <w:b w:val="0"/>
        </w:rPr>
        <w:tab/>
      </w:r>
      <w:r w:rsidR="0020319D">
        <w:rPr>
          <w:b w:val="0"/>
        </w:rPr>
        <w:t xml:space="preserve">RIEMPIMENTO INTERCAPEDINE 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0319D" w:rsidRP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0319D">
        <w:rPr>
          <w:rFonts w:ascii="Arial" w:hAnsi="Arial" w:cs="Arial"/>
          <w:sz w:val="20"/>
          <w:szCs w:val="20"/>
        </w:rPr>
        <w:t>RIEMPIMENTO INTERCAPEDINE realizzato con perlite espansa a grossa granulometria, versata e costipata, tipo PERALIT 25, prodotta e commercializzata dall'azienda PERLITE ITALIANA Srl. Granulometria del prodotto variabile da 1 a 5 mm. Densità del prodotto a caduta libera pari a 80 - 120 kg/m3. Conducibilità termica del prodotto pari a 0,048 W/</w:t>
      </w:r>
      <w:proofErr w:type="spellStart"/>
      <w:r w:rsidRPr="0020319D">
        <w:rPr>
          <w:rFonts w:ascii="Arial" w:hAnsi="Arial" w:cs="Arial"/>
          <w:sz w:val="20"/>
          <w:szCs w:val="20"/>
        </w:rPr>
        <w:t>mK</w:t>
      </w:r>
      <w:proofErr w:type="spellEnd"/>
      <w:r w:rsidRPr="0020319D">
        <w:rPr>
          <w:rFonts w:ascii="Arial" w:hAnsi="Arial" w:cs="Arial"/>
          <w:sz w:val="20"/>
          <w:szCs w:val="20"/>
        </w:rPr>
        <w:t>. Classe di reazione al fuoco A1.</w:t>
      </w:r>
    </w:p>
    <w:p w:rsidR="003F475B" w:rsidRPr="003F475B" w:rsidRDefault="003F475B" w:rsidP="003F475B">
      <w:pPr>
        <w:pStyle w:val="Titolo1"/>
        <w:rPr>
          <w:rStyle w:val="TitoloCarattere"/>
          <w:b w:val="0"/>
        </w:rPr>
      </w:pPr>
      <w:r w:rsidRPr="003F475B">
        <w:rPr>
          <w:b w:val="0"/>
        </w:rPr>
        <w:t>01</w:t>
      </w:r>
      <w:r w:rsidRPr="003F475B">
        <w:rPr>
          <w:b w:val="0"/>
        </w:rPr>
        <w:tab/>
      </w:r>
      <w:r>
        <w:rPr>
          <w:b w:val="0"/>
        </w:rPr>
        <w:tab/>
      </w:r>
      <w:r w:rsidR="0020319D">
        <w:rPr>
          <w:b w:val="0"/>
        </w:rPr>
        <w:t>MASSETTO PER IMPIANTI A SECCO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0319D">
        <w:rPr>
          <w:rFonts w:ascii="Arial" w:hAnsi="Arial" w:cs="Arial"/>
          <w:sz w:val="20"/>
          <w:szCs w:val="20"/>
        </w:rPr>
        <w:t>MASSETTO PER IMPIANTI realizzato con listelli in legno e riempimento a secco con perlite espansa a grossa granulometria, versata e costipata, tipo PERALIT 25, prodotta e commercializzata dall'azienda PERLITE ITALIANA Srl. Granulometria del prodotto variabile da 1 a 5 mm. Densità del prodotto a caduta libera pari a 80 - 120 kg/m3. Conducibilità termica del prodotto pari a 0,048 W/</w:t>
      </w:r>
      <w:proofErr w:type="spellStart"/>
      <w:r w:rsidRPr="0020319D">
        <w:rPr>
          <w:rFonts w:ascii="Arial" w:hAnsi="Arial" w:cs="Arial"/>
          <w:sz w:val="20"/>
          <w:szCs w:val="20"/>
        </w:rPr>
        <w:t>mK</w:t>
      </w:r>
      <w:proofErr w:type="spellEnd"/>
      <w:r w:rsidRPr="0020319D">
        <w:rPr>
          <w:rFonts w:ascii="Arial" w:hAnsi="Arial" w:cs="Arial"/>
          <w:sz w:val="20"/>
          <w:szCs w:val="20"/>
        </w:rPr>
        <w:t>. Classe di reazione al fuoco A1.</w:t>
      </w:r>
    </w:p>
    <w:p w:rsidR="0020319D" w:rsidRDefault="0020319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0319D" w:rsidRDefault="0020319D" w:rsidP="0020319D">
      <w:pPr>
        <w:pStyle w:val="Titolo1"/>
      </w:pPr>
    </w:p>
    <w:p w:rsidR="0020319D" w:rsidRDefault="0020319D" w:rsidP="0020319D">
      <w:pPr>
        <w:pStyle w:val="Titolo1"/>
      </w:pPr>
      <w:r>
        <w:t>IDROPERALIT</w:t>
      </w:r>
    </w:p>
    <w:p w:rsidR="0020319D" w:rsidRDefault="0020319D" w:rsidP="0020319D"/>
    <w:p w:rsidR="0020319D" w:rsidRPr="003F475B" w:rsidRDefault="0020319D" w:rsidP="0020319D">
      <w:pPr>
        <w:pStyle w:val="Titolo1"/>
        <w:rPr>
          <w:rStyle w:val="TitoloCarattere"/>
          <w:b w:val="0"/>
        </w:rPr>
      </w:pPr>
      <w:r>
        <w:rPr>
          <w:b w:val="0"/>
        </w:rPr>
        <w:t>01</w:t>
      </w:r>
      <w:r>
        <w:rPr>
          <w:b w:val="0"/>
        </w:rPr>
        <w:tab/>
      </w:r>
      <w:r>
        <w:rPr>
          <w:b w:val="0"/>
        </w:rPr>
        <w:tab/>
        <w:t xml:space="preserve">RIEMPIMENTO INTERCAPEDINE </w:t>
      </w:r>
    </w:p>
    <w:p w:rsid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0319D" w:rsidRP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0319D">
        <w:rPr>
          <w:rFonts w:ascii="Arial" w:hAnsi="Arial" w:cs="Arial"/>
          <w:sz w:val="20"/>
          <w:szCs w:val="20"/>
        </w:rPr>
        <w:t xml:space="preserve">RIEMPIMENTO INTERCAPEDINE realizzato con perlite espansa a grossa granulometria </w:t>
      </w:r>
      <w:proofErr w:type="spellStart"/>
      <w:r>
        <w:rPr>
          <w:rFonts w:ascii="Arial" w:hAnsi="Arial" w:cs="Arial"/>
          <w:sz w:val="20"/>
          <w:szCs w:val="20"/>
        </w:rPr>
        <w:t>idrofugata</w:t>
      </w:r>
      <w:proofErr w:type="spellEnd"/>
      <w:r w:rsidRPr="0020319D">
        <w:rPr>
          <w:rFonts w:ascii="Arial" w:hAnsi="Arial" w:cs="Arial"/>
          <w:sz w:val="20"/>
          <w:szCs w:val="20"/>
        </w:rPr>
        <w:t>, versata e costipata, tipo PERALIT 25, prodotta e commercializzata dall'azienda PERLITE ITALIANA Srl. Granulometria del prodotto variabile da 1 a 5 mm. Densità del prodotto a caduta libera pari a 80 - 120 kg/m3. Conducibilità t</w:t>
      </w:r>
      <w:r>
        <w:rPr>
          <w:rFonts w:ascii="Arial" w:hAnsi="Arial" w:cs="Arial"/>
          <w:sz w:val="20"/>
          <w:szCs w:val="20"/>
        </w:rPr>
        <w:t>ermica del prodotto pari a 0,052</w:t>
      </w:r>
      <w:r w:rsidRPr="0020319D">
        <w:rPr>
          <w:rFonts w:ascii="Arial" w:hAnsi="Arial" w:cs="Arial"/>
          <w:sz w:val="20"/>
          <w:szCs w:val="20"/>
        </w:rPr>
        <w:t xml:space="preserve"> W/</w:t>
      </w:r>
      <w:proofErr w:type="spellStart"/>
      <w:r w:rsidRPr="0020319D">
        <w:rPr>
          <w:rFonts w:ascii="Arial" w:hAnsi="Arial" w:cs="Arial"/>
          <w:sz w:val="20"/>
          <w:szCs w:val="20"/>
        </w:rPr>
        <w:t>mK</w:t>
      </w:r>
      <w:proofErr w:type="spellEnd"/>
      <w:r w:rsidRPr="0020319D">
        <w:rPr>
          <w:rFonts w:ascii="Arial" w:hAnsi="Arial" w:cs="Arial"/>
          <w:sz w:val="20"/>
          <w:szCs w:val="20"/>
        </w:rPr>
        <w:t>. Classe di reazione al fuoco A1.</w:t>
      </w:r>
    </w:p>
    <w:p w:rsidR="0020319D" w:rsidRDefault="0020319D" w:rsidP="0020319D"/>
    <w:p w:rsidR="0020319D" w:rsidRPr="003F475B" w:rsidRDefault="0020319D" w:rsidP="0020319D">
      <w:pPr>
        <w:pStyle w:val="Titolo1"/>
        <w:rPr>
          <w:rStyle w:val="TitoloCarattere"/>
          <w:b w:val="0"/>
        </w:rPr>
      </w:pPr>
      <w:r>
        <w:rPr>
          <w:b w:val="0"/>
        </w:rPr>
        <w:t>02</w:t>
      </w:r>
      <w:r>
        <w:rPr>
          <w:b w:val="0"/>
        </w:rPr>
        <w:tab/>
      </w:r>
      <w:r>
        <w:rPr>
          <w:b w:val="0"/>
        </w:rPr>
        <w:tab/>
        <w:t>MASSETTO PER IMPIANTI A SECCO</w:t>
      </w:r>
    </w:p>
    <w:p w:rsid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20319D" w:rsidRDefault="0020319D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0319D">
        <w:rPr>
          <w:rFonts w:ascii="Arial" w:hAnsi="Arial" w:cs="Arial"/>
          <w:sz w:val="20"/>
          <w:szCs w:val="20"/>
        </w:rPr>
        <w:t>MASSETTO PER IMPIANTI realizzato con listelli in legno e riempimento a secco con perlite espansa a grossa granulometria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idrofugata</w:t>
      </w:r>
      <w:proofErr w:type="spellEnd"/>
      <w:r w:rsidRPr="0020319D">
        <w:rPr>
          <w:rFonts w:ascii="Arial" w:hAnsi="Arial" w:cs="Arial"/>
          <w:sz w:val="20"/>
          <w:szCs w:val="20"/>
        </w:rPr>
        <w:t>, versata e costipata, tipo PERALIT 25, prodotta e commercializzata dall'azienda PERLITE ITALIANA Srl. Granulometria del prodotto variabile da 1 a 5 mm. Densità del prodotto a caduta libera pari a 80 - 120 kg/m3. Conducibilità t</w:t>
      </w:r>
      <w:r>
        <w:rPr>
          <w:rFonts w:ascii="Arial" w:hAnsi="Arial" w:cs="Arial"/>
          <w:sz w:val="20"/>
          <w:szCs w:val="20"/>
        </w:rPr>
        <w:t>ermica del prodotto pari a 0,052</w:t>
      </w:r>
      <w:r w:rsidRPr="0020319D">
        <w:rPr>
          <w:rFonts w:ascii="Arial" w:hAnsi="Arial" w:cs="Arial"/>
          <w:sz w:val="20"/>
          <w:szCs w:val="20"/>
        </w:rPr>
        <w:t xml:space="preserve"> W/</w:t>
      </w:r>
      <w:proofErr w:type="spellStart"/>
      <w:r w:rsidRPr="0020319D">
        <w:rPr>
          <w:rFonts w:ascii="Arial" w:hAnsi="Arial" w:cs="Arial"/>
          <w:sz w:val="20"/>
          <w:szCs w:val="20"/>
        </w:rPr>
        <w:t>mK</w:t>
      </w:r>
      <w:proofErr w:type="spellEnd"/>
      <w:r w:rsidRPr="0020319D">
        <w:rPr>
          <w:rFonts w:ascii="Arial" w:hAnsi="Arial" w:cs="Arial"/>
          <w:sz w:val="20"/>
          <w:szCs w:val="20"/>
        </w:rPr>
        <w:t>. Classe di reazione al fuoco A1.</w:t>
      </w:r>
    </w:p>
    <w:p w:rsidR="0020319D" w:rsidRPr="0020319D" w:rsidRDefault="0020319D" w:rsidP="0020319D"/>
    <w:p w:rsidR="00E1088A" w:rsidRPr="0020319D" w:rsidRDefault="009B4D95" w:rsidP="0020319D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20319D">
        <w:rPr>
          <w:rFonts w:ascii="Arial" w:hAnsi="Arial" w:cs="Arial"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10099675</wp:posOffset>
            </wp:positionV>
            <wp:extent cx="7002145" cy="863600"/>
            <wp:effectExtent l="19050" t="0" r="8255" b="0"/>
            <wp:wrapNone/>
            <wp:docPr id="9" name="Immagine 5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319D">
        <w:rPr>
          <w:rFonts w:ascii="Arial" w:hAnsi="Arial" w:cs="Arial"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9677400</wp:posOffset>
            </wp:positionV>
            <wp:extent cx="7002145" cy="863600"/>
            <wp:effectExtent l="19050" t="0" r="8255" b="0"/>
            <wp:wrapNone/>
            <wp:docPr id="7" name="Immagine 4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1088A" w:rsidRPr="0020319D" w:rsidSect="00B857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1440" w:bottom="7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5CD" w:rsidRDefault="005935CD">
      <w:r>
        <w:separator/>
      </w:r>
    </w:p>
  </w:endnote>
  <w:endnote w:type="continuationSeparator" w:id="0">
    <w:p w:rsidR="005935CD" w:rsidRDefault="00593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 w:rsidP="003F475B">
    <w:pPr>
      <w:pStyle w:val="Pidipagina"/>
    </w:pPr>
    <w:r>
      <w:t xml:space="preserve">Assistenza tecnica: </w:t>
    </w:r>
    <w:hyperlink r:id="rId1" w:history="1">
      <w:r w:rsidR="00BA0B9E" w:rsidRPr="00253F5A">
        <w:rPr>
          <w:rStyle w:val="Collegamentoipertestuale"/>
        </w:rPr>
        <w:t>edilizia@perlite.it</w:t>
      </w:r>
    </w:hyperlink>
    <w:r>
      <w:t xml:space="preserve"> </w:t>
    </w:r>
    <w:r w:rsidR="000D1D50">
      <w:rPr>
        <w:noProof/>
      </w:rPr>
      <w:drawing>
        <wp:anchor distT="0" distB="0" distL="114300" distR="114300" simplePos="0" relativeHeight="251676160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6" name="Immagine 17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5136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8" name="Immagine 16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0" name="Immagine 15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1" name="Immagine 14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5CD" w:rsidRDefault="005935CD">
      <w:r>
        <w:separator/>
      </w:r>
    </w:p>
  </w:footnote>
  <w:footnote w:type="continuationSeparator" w:id="0">
    <w:p w:rsidR="005935CD" w:rsidRDefault="00593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116D04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1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116D04">
    <w:pPr>
      <w:jc w:val="right"/>
      <w:rPr>
        <w:rFonts w:asciiTheme="minorHAnsi" w:hAnsiTheme="minorHAnsi" w:cs="Arial"/>
        <w:color w:val="000099"/>
        <w:sz w:val="30"/>
        <w:szCs w:val="30"/>
      </w:rPr>
    </w:pPr>
  </w:p>
  <w:p w:rsidR="000D1D50" w:rsidRDefault="000D1D50" w:rsidP="00B8572F">
    <w:pPr>
      <w:pStyle w:val="Intestazione"/>
      <w:rPr>
        <w:b/>
      </w:rPr>
    </w:pPr>
  </w:p>
  <w:p w:rsidR="000D1D50" w:rsidRDefault="000D1D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3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</w:p>
  <w:p w:rsidR="000D1D50" w:rsidRDefault="000D1D50" w:rsidP="008C6383">
    <w:pPr>
      <w:pStyle w:val="Intestazione"/>
    </w:pPr>
  </w:p>
  <w:p w:rsidR="000D1D50" w:rsidRDefault="000D1D50" w:rsidP="008C63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5E7B"/>
    <w:multiLevelType w:val="hybridMultilevel"/>
    <w:tmpl w:val="4F7CB016"/>
    <w:lvl w:ilvl="0" w:tplc="11564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8608B"/>
    <w:multiLevelType w:val="hybridMultilevel"/>
    <w:tmpl w:val="BB24CE20"/>
    <w:lvl w:ilvl="0" w:tplc="B4DCF5B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411"/>
    <w:multiLevelType w:val="hybridMultilevel"/>
    <w:tmpl w:val="FE1053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6775B"/>
    <w:multiLevelType w:val="hybridMultilevel"/>
    <w:tmpl w:val="9A8A2A1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404F9"/>
    <w:multiLevelType w:val="hybridMultilevel"/>
    <w:tmpl w:val="FBF69D1A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A2FA8"/>
    <w:multiLevelType w:val="hybridMultilevel"/>
    <w:tmpl w:val="F06E6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864463"/>
    <w:multiLevelType w:val="hybridMultilevel"/>
    <w:tmpl w:val="7AB4C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025BE"/>
    <w:multiLevelType w:val="hybridMultilevel"/>
    <w:tmpl w:val="C78865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D14A33"/>
    <w:multiLevelType w:val="hybridMultilevel"/>
    <w:tmpl w:val="B5DE7D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507A3"/>
    <w:multiLevelType w:val="hybridMultilevel"/>
    <w:tmpl w:val="65C830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7628E"/>
    <w:multiLevelType w:val="hybridMultilevel"/>
    <w:tmpl w:val="4E66F4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4E414C"/>
    <w:multiLevelType w:val="hybridMultilevel"/>
    <w:tmpl w:val="7B12E72E"/>
    <w:lvl w:ilvl="0" w:tplc="62CEFE12">
      <w:start w:val="1"/>
      <w:numFmt w:val="decimalZero"/>
      <w:lvlText w:val="%1-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16D08"/>
    <w:multiLevelType w:val="hybridMultilevel"/>
    <w:tmpl w:val="33105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8785E"/>
    <w:multiLevelType w:val="hybridMultilevel"/>
    <w:tmpl w:val="FE8CC8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1B0B8E"/>
    <w:multiLevelType w:val="hybridMultilevel"/>
    <w:tmpl w:val="12209D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856139"/>
    <w:multiLevelType w:val="hybridMultilevel"/>
    <w:tmpl w:val="34C60414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49D44AA"/>
    <w:multiLevelType w:val="hybridMultilevel"/>
    <w:tmpl w:val="214A716C"/>
    <w:lvl w:ilvl="0" w:tplc="FDBA4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AB11F0"/>
    <w:multiLevelType w:val="hybridMultilevel"/>
    <w:tmpl w:val="5CF23834"/>
    <w:lvl w:ilvl="0" w:tplc="B5F621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57249"/>
    <w:multiLevelType w:val="hybridMultilevel"/>
    <w:tmpl w:val="71BE0C12"/>
    <w:lvl w:ilvl="0" w:tplc="04100001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9">
    <w:nsid w:val="683B5F5E"/>
    <w:multiLevelType w:val="hybridMultilevel"/>
    <w:tmpl w:val="A7DC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578C9"/>
    <w:multiLevelType w:val="hybridMultilevel"/>
    <w:tmpl w:val="088EACE8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4E50F5"/>
    <w:multiLevelType w:val="hybridMultilevel"/>
    <w:tmpl w:val="30E0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F5925"/>
    <w:multiLevelType w:val="hybridMultilevel"/>
    <w:tmpl w:val="BACA6F0C"/>
    <w:lvl w:ilvl="0" w:tplc="7918F37E">
      <w:start w:val="1"/>
      <w:numFmt w:val="decimalZero"/>
      <w:lvlText w:val="%1."/>
      <w:lvlJc w:val="left"/>
      <w:pPr>
        <w:ind w:left="1287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2621BE"/>
    <w:multiLevelType w:val="hybridMultilevel"/>
    <w:tmpl w:val="7DAA60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D91250"/>
    <w:multiLevelType w:val="hybridMultilevel"/>
    <w:tmpl w:val="18EED4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729F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A57932"/>
    <w:multiLevelType w:val="hybridMultilevel"/>
    <w:tmpl w:val="53D463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5642D"/>
    <w:multiLevelType w:val="hybridMultilevel"/>
    <w:tmpl w:val="AE84927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B1C40AA"/>
    <w:multiLevelType w:val="hybridMultilevel"/>
    <w:tmpl w:val="E57C85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217BD2"/>
    <w:multiLevelType w:val="hybridMultilevel"/>
    <w:tmpl w:val="D6089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5664"/>
    <w:multiLevelType w:val="hybridMultilevel"/>
    <w:tmpl w:val="29AABB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2"/>
  </w:num>
  <w:num w:numId="7">
    <w:abstractNumId w:val="28"/>
  </w:num>
  <w:num w:numId="8">
    <w:abstractNumId w:val="9"/>
  </w:num>
  <w:num w:numId="9">
    <w:abstractNumId w:val="18"/>
  </w:num>
  <w:num w:numId="10">
    <w:abstractNumId w:val="20"/>
  </w:num>
  <w:num w:numId="11">
    <w:abstractNumId w:val="6"/>
  </w:num>
  <w:num w:numId="12">
    <w:abstractNumId w:val="3"/>
  </w:num>
  <w:num w:numId="13">
    <w:abstractNumId w:val="23"/>
  </w:num>
  <w:num w:numId="14">
    <w:abstractNumId w:val="8"/>
  </w:num>
  <w:num w:numId="15">
    <w:abstractNumId w:val="5"/>
  </w:num>
  <w:num w:numId="16">
    <w:abstractNumId w:val="26"/>
  </w:num>
  <w:num w:numId="17">
    <w:abstractNumId w:val="7"/>
  </w:num>
  <w:num w:numId="18">
    <w:abstractNumId w:val="25"/>
  </w:num>
  <w:num w:numId="19">
    <w:abstractNumId w:val="29"/>
  </w:num>
  <w:num w:numId="20">
    <w:abstractNumId w:val="15"/>
  </w:num>
  <w:num w:numId="21">
    <w:abstractNumId w:val="19"/>
  </w:num>
  <w:num w:numId="22">
    <w:abstractNumId w:val="21"/>
  </w:num>
  <w:num w:numId="23">
    <w:abstractNumId w:val="12"/>
  </w:num>
  <w:num w:numId="24">
    <w:abstractNumId w:val="17"/>
  </w:num>
  <w:num w:numId="25">
    <w:abstractNumId w:val="27"/>
  </w:num>
  <w:num w:numId="26">
    <w:abstractNumId w:val="4"/>
  </w:num>
  <w:num w:numId="27">
    <w:abstractNumId w:val="0"/>
  </w:num>
  <w:num w:numId="28">
    <w:abstractNumId w:val="1"/>
  </w:num>
  <w:num w:numId="29">
    <w:abstractNumId w:val="22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54274">
      <o:colormru v:ext="edit" colors="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F25"/>
    <w:rsid w:val="00003B22"/>
    <w:rsid w:val="00006533"/>
    <w:rsid w:val="0000704E"/>
    <w:rsid w:val="00020198"/>
    <w:rsid w:val="00020407"/>
    <w:rsid w:val="000226AE"/>
    <w:rsid w:val="00023C2B"/>
    <w:rsid w:val="00026C06"/>
    <w:rsid w:val="00034FD4"/>
    <w:rsid w:val="0003723F"/>
    <w:rsid w:val="0004505D"/>
    <w:rsid w:val="00046256"/>
    <w:rsid w:val="00046B9B"/>
    <w:rsid w:val="0005763B"/>
    <w:rsid w:val="00061149"/>
    <w:rsid w:val="00061C13"/>
    <w:rsid w:val="00067D93"/>
    <w:rsid w:val="00067F25"/>
    <w:rsid w:val="00067F76"/>
    <w:rsid w:val="00072F13"/>
    <w:rsid w:val="00077313"/>
    <w:rsid w:val="0008370D"/>
    <w:rsid w:val="00083DBF"/>
    <w:rsid w:val="00085312"/>
    <w:rsid w:val="0008685B"/>
    <w:rsid w:val="00090611"/>
    <w:rsid w:val="000941BA"/>
    <w:rsid w:val="00095D29"/>
    <w:rsid w:val="0009684D"/>
    <w:rsid w:val="000A0CB0"/>
    <w:rsid w:val="000C1F8D"/>
    <w:rsid w:val="000C593D"/>
    <w:rsid w:val="000D1D50"/>
    <w:rsid w:val="000D3A80"/>
    <w:rsid w:val="000D542F"/>
    <w:rsid w:val="000E08A4"/>
    <w:rsid w:val="000E1227"/>
    <w:rsid w:val="000E1E01"/>
    <w:rsid w:val="000E49FE"/>
    <w:rsid w:val="000F0AB6"/>
    <w:rsid w:val="000F18BD"/>
    <w:rsid w:val="000F4AD7"/>
    <w:rsid w:val="00101E3B"/>
    <w:rsid w:val="00102CDB"/>
    <w:rsid w:val="001050A6"/>
    <w:rsid w:val="00116D04"/>
    <w:rsid w:val="00125FEB"/>
    <w:rsid w:val="001275E0"/>
    <w:rsid w:val="001342D4"/>
    <w:rsid w:val="0013488A"/>
    <w:rsid w:val="00135298"/>
    <w:rsid w:val="0013688D"/>
    <w:rsid w:val="00140219"/>
    <w:rsid w:val="00140F93"/>
    <w:rsid w:val="001419E7"/>
    <w:rsid w:val="00150881"/>
    <w:rsid w:val="00150C61"/>
    <w:rsid w:val="00154B19"/>
    <w:rsid w:val="001629E8"/>
    <w:rsid w:val="00163E6D"/>
    <w:rsid w:val="001664B7"/>
    <w:rsid w:val="001670D3"/>
    <w:rsid w:val="0017263D"/>
    <w:rsid w:val="00173B4F"/>
    <w:rsid w:val="00175964"/>
    <w:rsid w:val="00185FC1"/>
    <w:rsid w:val="00191D12"/>
    <w:rsid w:val="0019334E"/>
    <w:rsid w:val="001939E4"/>
    <w:rsid w:val="001947A9"/>
    <w:rsid w:val="0019492A"/>
    <w:rsid w:val="00197F69"/>
    <w:rsid w:val="001A025C"/>
    <w:rsid w:val="001A4F4F"/>
    <w:rsid w:val="001A505F"/>
    <w:rsid w:val="001B4729"/>
    <w:rsid w:val="001B5840"/>
    <w:rsid w:val="001C0279"/>
    <w:rsid w:val="001C0A2A"/>
    <w:rsid w:val="001C5095"/>
    <w:rsid w:val="001E291F"/>
    <w:rsid w:val="001E32DF"/>
    <w:rsid w:val="001E3609"/>
    <w:rsid w:val="001F082E"/>
    <w:rsid w:val="001F4182"/>
    <w:rsid w:val="00200081"/>
    <w:rsid w:val="002009CE"/>
    <w:rsid w:val="00202D94"/>
    <w:rsid w:val="0020319D"/>
    <w:rsid w:val="00211B04"/>
    <w:rsid w:val="00222F5D"/>
    <w:rsid w:val="00223A4F"/>
    <w:rsid w:val="002354A8"/>
    <w:rsid w:val="002426A4"/>
    <w:rsid w:val="00244C9C"/>
    <w:rsid w:val="00251274"/>
    <w:rsid w:val="00251AAB"/>
    <w:rsid w:val="00251B8C"/>
    <w:rsid w:val="00257BCF"/>
    <w:rsid w:val="00263359"/>
    <w:rsid w:val="002635E7"/>
    <w:rsid w:val="002703A0"/>
    <w:rsid w:val="00274E53"/>
    <w:rsid w:val="002767A3"/>
    <w:rsid w:val="00276BA6"/>
    <w:rsid w:val="00277897"/>
    <w:rsid w:val="00284811"/>
    <w:rsid w:val="002848D1"/>
    <w:rsid w:val="002865E5"/>
    <w:rsid w:val="002872C6"/>
    <w:rsid w:val="002914F7"/>
    <w:rsid w:val="00291B84"/>
    <w:rsid w:val="00291BD1"/>
    <w:rsid w:val="00293D44"/>
    <w:rsid w:val="00297384"/>
    <w:rsid w:val="002A3764"/>
    <w:rsid w:val="002A49F9"/>
    <w:rsid w:val="002A50F8"/>
    <w:rsid w:val="002A70AA"/>
    <w:rsid w:val="002B4656"/>
    <w:rsid w:val="002B55A8"/>
    <w:rsid w:val="002C1CBC"/>
    <w:rsid w:val="002C46E9"/>
    <w:rsid w:val="002C64A9"/>
    <w:rsid w:val="002D0B13"/>
    <w:rsid w:val="002D2457"/>
    <w:rsid w:val="002D4A58"/>
    <w:rsid w:val="002D5692"/>
    <w:rsid w:val="002E3999"/>
    <w:rsid w:val="002E4DE8"/>
    <w:rsid w:val="002F3ABA"/>
    <w:rsid w:val="00305F85"/>
    <w:rsid w:val="00307F84"/>
    <w:rsid w:val="00314D4A"/>
    <w:rsid w:val="00316F78"/>
    <w:rsid w:val="00323E51"/>
    <w:rsid w:val="003251A1"/>
    <w:rsid w:val="003252ED"/>
    <w:rsid w:val="00326125"/>
    <w:rsid w:val="00326A62"/>
    <w:rsid w:val="003326C0"/>
    <w:rsid w:val="003349E8"/>
    <w:rsid w:val="003358D5"/>
    <w:rsid w:val="00341CB4"/>
    <w:rsid w:val="0034207D"/>
    <w:rsid w:val="00344358"/>
    <w:rsid w:val="003446B1"/>
    <w:rsid w:val="00345CE8"/>
    <w:rsid w:val="0034611C"/>
    <w:rsid w:val="00346600"/>
    <w:rsid w:val="00347075"/>
    <w:rsid w:val="003626D1"/>
    <w:rsid w:val="00362B30"/>
    <w:rsid w:val="003652A6"/>
    <w:rsid w:val="00365CD1"/>
    <w:rsid w:val="00372DF7"/>
    <w:rsid w:val="00373415"/>
    <w:rsid w:val="00376FE8"/>
    <w:rsid w:val="0038009D"/>
    <w:rsid w:val="00383D47"/>
    <w:rsid w:val="00385138"/>
    <w:rsid w:val="003862C5"/>
    <w:rsid w:val="003874F1"/>
    <w:rsid w:val="00390CFB"/>
    <w:rsid w:val="003922F3"/>
    <w:rsid w:val="00395145"/>
    <w:rsid w:val="00397E7A"/>
    <w:rsid w:val="003A13A8"/>
    <w:rsid w:val="003A13AB"/>
    <w:rsid w:val="003A28FC"/>
    <w:rsid w:val="003A2A9B"/>
    <w:rsid w:val="003A39A5"/>
    <w:rsid w:val="003A47AC"/>
    <w:rsid w:val="003B0220"/>
    <w:rsid w:val="003B2003"/>
    <w:rsid w:val="003B6A7F"/>
    <w:rsid w:val="003C39CF"/>
    <w:rsid w:val="003C6AEF"/>
    <w:rsid w:val="003E12F5"/>
    <w:rsid w:val="003E2A34"/>
    <w:rsid w:val="003E2FC8"/>
    <w:rsid w:val="003E6EF1"/>
    <w:rsid w:val="003F16A2"/>
    <w:rsid w:val="003F475B"/>
    <w:rsid w:val="003F5672"/>
    <w:rsid w:val="003F6DA3"/>
    <w:rsid w:val="004019FF"/>
    <w:rsid w:val="0040549B"/>
    <w:rsid w:val="00410EC2"/>
    <w:rsid w:val="0041263C"/>
    <w:rsid w:val="004201E3"/>
    <w:rsid w:val="00422E74"/>
    <w:rsid w:val="0042437B"/>
    <w:rsid w:val="0042474E"/>
    <w:rsid w:val="00430F0F"/>
    <w:rsid w:val="004321F7"/>
    <w:rsid w:val="00436D83"/>
    <w:rsid w:val="0044013F"/>
    <w:rsid w:val="00440211"/>
    <w:rsid w:val="00440254"/>
    <w:rsid w:val="00440C0F"/>
    <w:rsid w:val="00441C6B"/>
    <w:rsid w:val="00442716"/>
    <w:rsid w:val="004527F8"/>
    <w:rsid w:val="00454401"/>
    <w:rsid w:val="00454A56"/>
    <w:rsid w:val="00460607"/>
    <w:rsid w:val="00460DA7"/>
    <w:rsid w:val="0046439F"/>
    <w:rsid w:val="00466376"/>
    <w:rsid w:val="00473D68"/>
    <w:rsid w:val="004831DB"/>
    <w:rsid w:val="004859AB"/>
    <w:rsid w:val="004918E1"/>
    <w:rsid w:val="00491C8F"/>
    <w:rsid w:val="00495206"/>
    <w:rsid w:val="004965D1"/>
    <w:rsid w:val="004A0408"/>
    <w:rsid w:val="004A2C1D"/>
    <w:rsid w:val="004A6810"/>
    <w:rsid w:val="004A723B"/>
    <w:rsid w:val="004B06A3"/>
    <w:rsid w:val="004B38A4"/>
    <w:rsid w:val="004C5A4D"/>
    <w:rsid w:val="004C62D5"/>
    <w:rsid w:val="004D1CE9"/>
    <w:rsid w:val="004D5887"/>
    <w:rsid w:val="004D6042"/>
    <w:rsid w:val="004E05D6"/>
    <w:rsid w:val="004E21FA"/>
    <w:rsid w:val="004F24F9"/>
    <w:rsid w:val="004F7CB0"/>
    <w:rsid w:val="0050181B"/>
    <w:rsid w:val="00504C4C"/>
    <w:rsid w:val="00506862"/>
    <w:rsid w:val="00507CFB"/>
    <w:rsid w:val="005113BD"/>
    <w:rsid w:val="005118D1"/>
    <w:rsid w:val="00511F4B"/>
    <w:rsid w:val="00512911"/>
    <w:rsid w:val="0051370E"/>
    <w:rsid w:val="00513BE4"/>
    <w:rsid w:val="00515458"/>
    <w:rsid w:val="00516B8C"/>
    <w:rsid w:val="00520336"/>
    <w:rsid w:val="0052160A"/>
    <w:rsid w:val="005225CC"/>
    <w:rsid w:val="00522EFB"/>
    <w:rsid w:val="00523F1E"/>
    <w:rsid w:val="005268A1"/>
    <w:rsid w:val="00532099"/>
    <w:rsid w:val="005335DE"/>
    <w:rsid w:val="00537D03"/>
    <w:rsid w:val="00540F13"/>
    <w:rsid w:val="005410C5"/>
    <w:rsid w:val="00550353"/>
    <w:rsid w:val="0055120E"/>
    <w:rsid w:val="0055502A"/>
    <w:rsid w:val="00555EDD"/>
    <w:rsid w:val="0055735C"/>
    <w:rsid w:val="00562C5A"/>
    <w:rsid w:val="00563DC7"/>
    <w:rsid w:val="00564EF4"/>
    <w:rsid w:val="00577086"/>
    <w:rsid w:val="00586573"/>
    <w:rsid w:val="005866DB"/>
    <w:rsid w:val="00591098"/>
    <w:rsid w:val="00591C96"/>
    <w:rsid w:val="005935CD"/>
    <w:rsid w:val="00593B72"/>
    <w:rsid w:val="00594574"/>
    <w:rsid w:val="00595E06"/>
    <w:rsid w:val="00596264"/>
    <w:rsid w:val="005A2A31"/>
    <w:rsid w:val="005A2C71"/>
    <w:rsid w:val="005B2BAA"/>
    <w:rsid w:val="005B4C92"/>
    <w:rsid w:val="005B5F66"/>
    <w:rsid w:val="005D00BC"/>
    <w:rsid w:val="005E09FC"/>
    <w:rsid w:val="005E66AD"/>
    <w:rsid w:val="005E6E42"/>
    <w:rsid w:val="005E792C"/>
    <w:rsid w:val="005F1F79"/>
    <w:rsid w:val="005F426E"/>
    <w:rsid w:val="005F47A8"/>
    <w:rsid w:val="00600F3F"/>
    <w:rsid w:val="006017B4"/>
    <w:rsid w:val="00606B12"/>
    <w:rsid w:val="00612921"/>
    <w:rsid w:val="00615172"/>
    <w:rsid w:val="0062291A"/>
    <w:rsid w:val="006236C3"/>
    <w:rsid w:val="006240BE"/>
    <w:rsid w:val="006301D5"/>
    <w:rsid w:val="006333CC"/>
    <w:rsid w:val="00633E59"/>
    <w:rsid w:val="00634651"/>
    <w:rsid w:val="0063625A"/>
    <w:rsid w:val="00652DBD"/>
    <w:rsid w:val="00654FD8"/>
    <w:rsid w:val="00655B01"/>
    <w:rsid w:val="00656759"/>
    <w:rsid w:val="00663866"/>
    <w:rsid w:val="00681110"/>
    <w:rsid w:val="0068468F"/>
    <w:rsid w:val="00684745"/>
    <w:rsid w:val="00684DBE"/>
    <w:rsid w:val="00685660"/>
    <w:rsid w:val="0068661E"/>
    <w:rsid w:val="00686BEF"/>
    <w:rsid w:val="0069162C"/>
    <w:rsid w:val="006A1B26"/>
    <w:rsid w:val="006B6131"/>
    <w:rsid w:val="006C192E"/>
    <w:rsid w:val="006C3835"/>
    <w:rsid w:val="006C72AE"/>
    <w:rsid w:val="006D6B3C"/>
    <w:rsid w:val="006D78BC"/>
    <w:rsid w:val="006E04B8"/>
    <w:rsid w:val="006E186F"/>
    <w:rsid w:val="006E24E9"/>
    <w:rsid w:val="006E593A"/>
    <w:rsid w:val="006F43ED"/>
    <w:rsid w:val="006F4FA9"/>
    <w:rsid w:val="0070168E"/>
    <w:rsid w:val="0070637D"/>
    <w:rsid w:val="00710292"/>
    <w:rsid w:val="00710E70"/>
    <w:rsid w:val="00715D23"/>
    <w:rsid w:val="007221D9"/>
    <w:rsid w:val="007229E6"/>
    <w:rsid w:val="00731D29"/>
    <w:rsid w:val="007328C2"/>
    <w:rsid w:val="007354C4"/>
    <w:rsid w:val="00737DB3"/>
    <w:rsid w:val="00740597"/>
    <w:rsid w:val="00742AE9"/>
    <w:rsid w:val="00750825"/>
    <w:rsid w:val="00751E49"/>
    <w:rsid w:val="00756499"/>
    <w:rsid w:val="00756B2C"/>
    <w:rsid w:val="007571AB"/>
    <w:rsid w:val="007629A5"/>
    <w:rsid w:val="00766BC9"/>
    <w:rsid w:val="00770417"/>
    <w:rsid w:val="00774BDF"/>
    <w:rsid w:val="00775820"/>
    <w:rsid w:val="00780507"/>
    <w:rsid w:val="00781B49"/>
    <w:rsid w:val="00782F1C"/>
    <w:rsid w:val="00783FBD"/>
    <w:rsid w:val="00793FE1"/>
    <w:rsid w:val="00796974"/>
    <w:rsid w:val="007A0CEE"/>
    <w:rsid w:val="007A1F93"/>
    <w:rsid w:val="007A2453"/>
    <w:rsid w:val="007A252A"/>
    <w:rsid w:val="007A68E6"/>
    <w:rsid w:val="007A6C9D"/>
    <w:rsid w:val="007B4AB4"/>
    <w:rsid w:val="007C47C9"/>
    <w:rsid w:val="007C48C9"/>
    <w:rsid w:val="007D16A0"/>
    <w:rsid w:val="007D2CDD"/>
    <w:rsid w:val="007D5371"/>
    <w:rsid w:val="007E0DDA"/>
    <w:rsid w:val="007E1FF1"/>
    <w:rsid w:val="007E35A5"/>
    <w:rsid w:val="007E6EEE"/>
    <w:rsid w:val="007E7498"/>
    <w:rsid w:val="007F0CE6"/>
    <w:rsid w:val="007F56E2"/>
    <w:rsid w:val="008009A2"/>
    <w:rsid w:val="00801C5F"/>
    <w:rsid w:val="00803610"/>
    <w:rsid w:val="008038E0"/>
    <w:rsid w:val="008057AA"/>
    <w:rsid w:val="008064B9"/>
    <w:rsid w:val="00811BD2"/>
    <w:rsid w:val="00812EB1"/>
    <w:rsid w:val="00814B44"/>
    <w:rsid w:val="0081580B"/>
    <w:rsid w:val="008222A3"/>
    <w:rsid w:val="00822967"/>
    <w:rsid w:val="008274A4"/>
    <w:rsid w:val="00840ACE"/>
    <w:rsid w:val="00840B35"/>
    <w:rsid w:val="00841C1C"/>
    <w:rsid w:val="008453AF"/>
    <w:rsid w:val="0084556D"/>
    <w:rsid w:val="0084788A"/>
    <w:rsid w:val="008510ED"/>
    <w:rsid w:val="00851235"/>
    <w:rsid w:val="00853590"/>
    <w:rsid w:val="00855DDE"/>
    <w:rsid w:val="008600DC"/>
    <w:rsid w:val="00866FE7"/>
    <w:rsid w:val="0087035B"/>
    <w:rsid w:val="008715B8"/>
    <w:rsid w:val="008718A6"/>
    <w:rsid w:val="00871BF6"/>
    <w:rsid w:val="00873B45"/>
    <w:rsid w:val="0088168D"/>
    <w:rsid w:val="008944D2"/>
    <w:rsid w:val="008A0A73"/>
    <w:rsid w:val="008A0E92"/>
    <w:rsid w:val="008B2B2B"/>
    <w:rsid w:val="008B6053"/>
    <w:rsid w:val="008B7F95"/>
    <w:rsid w:val="008C4CA9"/>
    <w:rsid w:val="008C6383"/>
    <w:rsid w:val="008C7D1D"/>
    <w:rsid w:val="008D3B0B"/>
    <w:rsid w:val="008D5B4A"/>
    <w:rsid w:val="008E2296"/>
    <w:rsid w:val="008E3458"/>
    <w:rsid w:val="008E5477"/>
    <w:rsid w:val="008F13D4"/>
    <w:rsid w:val="00904390"/>
    <w:rsid w:val="00905B89"/>
    <w:rsid w:val="009067CD"/>
    <w:rsid w:val="009121AD"/>
    <w:rsid w:val="00913407"/>
    <w:rsid w:val="00914EAD"/>
    <w:rsid w:val="009164E1"/>
    <w:rsid w:val="009169DC"/>
    <w:rsid w:val="00927EA9"/>
    <w:rsid w:val="009306B0"/>
    <w:rsid w:val="00930A06"/>
    <w:rsid w:val="0093224D"/>
    <w:rsid w:val="00933817"/>
    <w:rsid w:val="00936670"/>
    <w:rsid w:val="00936D5B"/>
    <w:rsid w:val="009373CB"/>
    <w:rsid w:val="00940B68"/>
    <w:rsid w:val="00940FB1"/>
    <w:rsid w:val="00942AA3"/>
    <w:rsid w:val="00943033"/>
    <w:rsid w:val="00943F03"/>
    <w:rsid w:val="00945C70"/>
    <w:rsid w:val="00947468"/>
    <w:rsid w:val="0095093D"/>
    <w:rsid w:val="00963350"/>
    <w:rsid w:val="00966FBC"/>
    <w:rsid w:val="00975427"/>
    <w:rsid w:val="00975978"/>
    <w:rsid w:val="0098014E"/>
    <w:rsid w:val="00980C0B"/>
    <w:rsid w:val="0098322C"/>
    <w:rsid w:val="0098499D"/>
    <w:rsid w:val="0098687B"/>
    <w:rsid w:val="0099209D"/>
    <w:rsid w:val="009A2A9F"/>
    <w:rsid w:val="009A322F"/>
    <w:rsid w:val="009A3E7B"/>
    <w:rsid w:val="009B2D2E"/>
    <w:rsid w:val="009B3902"/>
    <w:rsid w:val="009B4D95"/>
    <w:rsid w:val="009C4ACD"/>
    <w:rsid w:val="009D024B"/>
    <w:rsid w:val="009D42AF"/>
    <w:rsid w:val="009D44A0"/>
    <w:rsid w:val="009D657C"/>
    <w:rsid w:val="009E133B"/>
    <w:rsid w:val="009E2CE0"/>
    <w:rsid w:val="009E529D"/>
    <w:rsid w:val="009F5F58"/>
    <w:rsid w:val="009F66D3"/>
    <w:rsid w:val="009F7397"/>
    <w:rsid w:val="00A02345"/>
    <w:rsid w:val="00A1024D"/>
    <w:rsid w:val="00A15A68"/>
    <w:rsid w:val="00A20048"/>
    <w:rsid w:val="00A22EA9"/>
    <w:rsid w:val="00A23967"/>
    <w:rsid w:val="00A26C57"/>
    <w:rsid w:val="00A27425"/>
    <w:rsid w:val="00A32A5A"/>
    <w:rsid w:val="00A35524"/>
    <w:rsid w:val="00A401EB"/>
    <w:rsid w:val="00A60832"/>
    <w:rsid w:val="00A64EA0"/>
    <w:rsid w:val="00A65F92"/>
    <w:rsid w:val="00A74CC0"/>
    <w:rsid w:val="00A753C0"/>
    <w:rsid w:val="00A77DDA"/>
    <w:rsid w:val="00A83525"/>
    <w:rsid w:val="00A83B68"/>
    <w:rsid w:val="00A843EE"/>
    <w:rsid w:val="00A87039"/>
    <w:rsid w:val="00A913CC"/>
    <w:rsid w:val="00A969BB"/>
    <w:rsid w:val="00AA1FDD"/>
    <w:rsid w:val="00AA2A5D"/>
    <w:rsid w:val="00AA55D8"/>
    <w:rsid w:val="00AA6DE4"/>
    <w:rsid w:val="00AB3EFF"/>
    <w:rsid w:val="00AB6D11"/>
    <w:rsid w:val="00AC05BB"/>
    <w:rsid w:val="00AC15AB"/>
    <w:rsid w:val="00AC62FA"/>
    <w:rsid w:val="00AD066E"/>
    <w:rsid w:val="00AD57FA"/>
    <w:rsid w:val="00AD5F54"/>
    <w:rsid w:val="00AD782D"/>
    <w:rsid w:val="00AE1653"/>
    <w:rsid w:val="00AE279B"/>
    <w:rsid w:val="00AE2A5E"/>
    <w:rsid w:val="00AF456F"/>
    <w:rsid w:val="00AF50D4"/>
    <w:rsid w:val="00AF556C"/>
    <w:rsid w:val="00AF6C67"/>
    <w:rsid w:val="00B03AE7"/>
    <w:rsid w:val="00B10776"/>
    <w:rsid w:val="00B136F0"/>
    <w:rsid w:val="00B16E5D"/>
    <w:rsid w:val="00B24E73"/>
    <w:rsid w:val="00B25E8E"/>
    <w:rsid w:val="00B26A99"/>
    <w:rsid w:val="00B409F6"/>
    <w:rsid w:val="00B43E5C"/>
    <w:rsid w:val="00B46D3C"/>
    <w:rsid w:val="00B52665"/>
    <w:rsid w:val="00B60EF4"/>
    <w:rsid w:val="00B66E40"/>
    <w:rsid w:val="00B71902"/>
    <w:rsid w:val="00B7387A"/>
    <w:rsid w:val="00B7532C"/>
    <w:rsid w:val="00B80C14"/>
    <w:rsid w:val="00B830A3"/>
    <w:rsid w:val="00B8572F"/>
    <w:rsid w:val="00B965FD"/>
    <w:rsid w:val="00BA0B9E"/>
    <w:rsid w:val="00BA1965"/>
    <w:rsid w:val="00BA484E"/>
    <w:rsid w:val="00BB68A2"/>
    <w:rsid w:val="00BB7C42"/>
    <w:rsid w:val="00BC3533"/>
    <w:rsid w:val="00BC68BD"/>
    <w:rsid w:val="00BE492B"/>
    <w:rsid w:val="00BE5000"/>
    <w:rsid w:val="00BE5DC3"/>
    <w:rsid w:val="00BF0515"/>
    <w:rsid w:val="00BF6D5C"/>
    <w:rsid w:val="00C00711"/>
    <w:rsid w:val="00C01E75"/>
    <w:rsid w:val="00C13B8B"/>
    <w:rsid w:val="00C22DD5"/>
    <w:rsid w:val="00C246D2"/>
    <w:rsid w:val="00C3513E"/>
    <w:rsid w:val="00C36FC9"/>
    <w:rsid w:val="00C45C2B"/>
    <w:rsid w:val="00C51CF8"/>
    <w:rsid w:val="00C544A2"/>
    <w:rsid w:val="00C54C4C"/>
    <w:rsid w:val="00C55CFC"/>
    <w:rsid w:val="00C63222"/>
    <w:rsid w:val="00C64512"/>
    <w:rsid w:val="00C67C9C"/>
    <w:rsid w:val="00C70A40"/>
    <w:rsid w:val="00C73EB1"/>
    <w:rsid w:val="00C74695"/>
    <w:rsid w:val="00C75E8F"/>
    <w:rsid w:val="00C76277"/>
    <w:rsid w:val="00C773C4"/>
    <w:rsid w:val="00C77B9A"/>
    <w:rsid w:val="00C814BD"/>
    <w:rsid w:val="00C81546"/>
    <w:rsid w:val="00C825EF"/>
    <w:rsid w:val="00C83728"/>
    <w:rsid w:val="00C86D3A"/>
    <w:rsid w:val="00C87238"/>
    <w:rsid w:val="00C87BFE"/>
    <w:rsid w:val="00C923B1"/>
    <w:rsid w:val="00C935D4"/>
    <w:rsid w:val="00CA2BE4"/>
    <w:rsid w:val="00CA308D"/>
    <w:rsid w:val="00CA64C1"/>
    <w:rsid w:val="00CB12BE"/>
    <w:rsid w:val="00CB2DB9"/>
    <w:rsid w:val="00CB41EC"/>
    <w:rsid w:val="00CB49B8"/>
    <w:rsid w:val="00CB4CFB"/>
    <w:rsid w:val="00CB4F93"/>
    <w:rsid w:val="00CC0EC7"/>
    <w:rsid w:val="00CC1914"/>
    <w:rsid w:val="00CC1A49"/>
    <w:rsid w:val="00CC1A5F"/>
    <w:rsid w:val="00CC486D"/>
    <w:rsid w:val="00CC63CB"/>
    <w:rsid w:val="00CC6C7A"/>
    <w:rsid w:val="00CC712F"/>
    <w:rsid w:val="00CD21FD"/>
    <w:rsid w:val="00CD235E"/>
    <w:rsid w:val="00CD4BBD"/>
    <w:rsid w:val="00CD7822"/>
    <w:rsid w:val="00CE2000"/>
    <w:rsid w:val="00CE27AE"/>
    <w:rsid w:val="00CE4D31"/>
    <w:rsid w:val="00CF5FF2"/>
    <w:rsid w:val="00D021D3"/>
    <w:rsid w:val="00D0272E"/>
    <w:rsid w:val="00D04FDD"/>
    <w:rsid w:val="00D05396"/>
    <w:rsid w:val="00D05A71"/>
    <w:rsid w:val="00D072EE"/>
    <w:rsid w:val="00D0762E"/>
    <w:rsid w:val="00D125E7"/>
    <w:rsid w:val="00D134F8"/>
    <w:rsid w:val="00D14A35"/>
    <w:rsid w:val="00D15035"/>
    <w:rsid w:val="00D157D4"/>
    <w:rsid w:val="00D37A32"/>
    <w:rsid w:val="00D419F5"/>
    <w:rsid w:val="00D460BA"/>
    <w:rsid w:val="00D51620"/>
    <w:rsid w:val="00D5283B"/>
    <w:rsid w:val="00D55B72"/>
    <w:rsid w:val="00D56628"/>
    <w:rsid w:val="00D62248"/>
    <w:rsid w:val="00D645F0"/>
    <w:rsid w:val="00D76177"/>
    <w:rsid w:val="00D8105B"/>
    <w:rsid w:val="00D853D8"/>
    <w:rsid w:val="00D86AFA"/>
    <w:rsid w:val="00D97082"/>
    <w:rsid w:val="00D9756C"/>
    <w:rsid w:val="00DA0E3A"/>
    <w:rsid w:val="00DA374C"/>
    <w:rsid w:val="00DB0B66"/>
    <w:rsid w:val="00DB27C2"/>
    <w:rsid w:val="00DB4B87"/>
    <w:rsid w:val="00DB4BA3"/>
    <w:rsid w:val="00DC2A6D"/>
    <w:rsid w:val="00DC5BBB"/>
    <w:rsid w:val="00DC6424"/>
    <w:rsid w:val="00DC6621"/>
    <w:rsid w:val="00DC69FE"/>
    <w:rsid w:val="00DC7885"/>
    <w:rsid w:val="00DD4AC4"/>
    <w:rsid w:val="00DD67E8"/>
    <w:rsid w:val="00DD70BA"/>
    <w:rsid w:val="00DE36B3"/>
    <w:rsid w:val="00DE51CB"/>
    <w:rsid w:val="00DE52CD"/>
    <w:rsid w:val="00DF20B8"/>
    <w:rsid w:val="00DF3580"/>
    <w:rsid w:val="00DF386C"/>
    <w:rsid w:val="00DF5881"/>
    <w:rsid w:val="00DF7764"/>
    <w:rsid w:val="00E00105"/>
    <w:rsid w:val="00E03B71"/>
    <w:rsid w:val="00E07B27"/>
    <w:rsid w:val="00E1088A"/>
    <w:rsid w:val="00E16455"/>
    <w:rsid w:val="00E17BD7"/>
    <w:rsid w:val="00E23BAC"/>
    <w:rsid w:val="00E30B53"/>
    <w:rsid w:val="00E366E6"/>
    <w:rsid w:val="00E43875"/>
    <w:rsid w:val="00E46DCC"/>
    <w:rsid w:val="00E51208"/>
    <w:rsid w:val="00E63881"/>
    <w:rsid w:val="00E63AE3"/>
    <w:rsid w:val="00E64C13"/>
    <w:rsid w:val="00E67163"/>
    <w:rsid w:val="00E67F20"/>
    <w:rsid w:val="00E73AE9"/>
    <w:rsid w:val="00E748F8"/>
    <w:rsid w:val="00E74F09"/>
    <w:rsid w:val="00E75EE3"/>
    <w:rsid w:val="00E779B9"/>
    <w:rsid w:val="00E862CC"/>
    <w:rsid w:val="00E8723F"/>
    <w:rsid w:val="00E87F30"/>
    <w:rsid w:val="00E90BD3"/>
    <w:rsid w:val="00E94A08"/>
    <w:rsid w:val="00EA0864"/>
    <w:rsid w:val="00EA1AA4"/>
    <w:rsid w:val="00EA2A2C"/>
    <w:rsid w:val="00EA470D"/>
    <w:rsid w:val="00EA68F7"/>
    <w:rsid w:val="00EA715E"/>
    <w:rsid w:val="00EB4901"/>
    <w:rsid w:val="00EC19B7"/>
    <w:rsid w:val="00EC4BC9"/>
    <w:rsid w:val="00ED21C3"/>
    <w:rsid w:val="00ED6E66"/>
    <w:rsid w:val="00EE3904"/>
    <w:rsid w:val="00EE4542"/>
    <w:rsid w:val="00EE5363"/>
    <w:rsid w:val="00EF01B0"/>
    <w:rsid w:val="00EF18FE"/>
    <w:rsid w:val="00EF24AB"/>
    <w:rsid w:val="00EF293C"/>
    <w:rsid w:val="00EF5F46"/>
    <w:rsid w:val="00F02B34"/>
    <w:rsid w:val="00F04290"/>
    <w:rsid w:val="00F0447E"/>
    <w:rsid w:val="00F10A66"/>
    <w:rsid w:val="00F1119C"/>
    <w:rsid w:val="00F1422A"/>
    <w:rsid w:val="00F21A76"/>
    <w:rsid w:val="00F22A04"/>
    <w:rsid w:val="00F24557"/>
    <w:rsid w:val="00F254C2"/>
    <w:rsid w:val="00F25F3F"/>
    <w:rsid w:val="00F26197"/>
    <w:rsid w:val="00F301DC"/>
    <w:rsid w:val="00F30BF4"/>
    <w:rsid w:val="00F37500"/>
    <w:rsid w:val="00F44EDB"/>
    <w:rsid w:val="00F56214"/>
    <w:rsid w:val="00F57ECC"/>
    <w:rsid w:val="00F6734B"/>
    <w:rsid w:val="00F709B7"/>
    <w:rsid w:val="00F7183C"/>
    <w:rsid w:val="00F72587"/>
    <w:rsid w:val="00F7356C"/>
    <w:rsid w:val="00F74115"/>
    <w:rsid w:val="00F80B98"/>
    <w:rsid w:val="00F82EDF"/>
    <w:rsid w:val="00F9033F"/>
    <w:rsid w:val="00F90762"/>
    <w:rsid w:val="00F91235"/>
    <w:rsid w:val="00F92A10"/>
    <w:rsid w:val="00F94E2C"/>
    <w:rsid w:val="00F9796D"/>
    <w:rsid w:val="00FA366A"/>
    <w:rsid w:val="00FA4972"/>
    <w:rsid w:val="00FA4B6C"/>
    <w:rsid w:val="00FB0A57"/>
    <w:rsid w:val="00FB1756"/>
    <w:rsid w:val="00FC00EC"/>
    <w:rsid w:val="00FC19C8"/>
    <w:rsid w:val="00FC458D"/>
    <w:rsid w:val="00FC45FA"/>
    <w:rsid w:val="00FC507E"/>
    <w:rsid w:val="00FC5846"/>
    <w:rsid w:val="00FE6560"/>
    <w:rsid w:val="00FF249E"/>
    <w:rsid w:val="00FF3E22"/>
    <w:rsid w:val="00FF65AE"/>
    <w:rsid w:val="00FF6689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>
      <o:colormru v:ext="edit" colors="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0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47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42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B8572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572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A0CEE"/>
    <w:rPr>
      <w:color w:val="0000FF"/>
      <w:u w:val="single"/>
    </w:rPr>
  </w:style>
  <w:style w:type="character" w:styleId="Enfasicorsivo">
    <w:name w:val="Emphasis"/>
    <w:qFormat/>
    <w:rsid w:val="007A0CEE"/>
    <w:rPr>
      <w:rFonts w:ascii="Arial" w:hAnsi="Arial"/>
      <w:b/>
      <w:spacing w:val="-10"/>
      <w:sz w:val="18"/>
    </w:rPr>
  </w:style>
  <w:style w:type="paragraph" w:styleId="Corpodeltesto">
    <w:name w:val="Body Text"/>
    <w:basedOn w:val="Normale"/>
    <w:link w:val="CorpodeltestoCarattere"/>
    <w:rsid w:val="00440211"/>
    <w:pPr>
      <w:overflowPunct w:val="0"/>
      <w:autoSpaceDE w:val="0"/>
      <w:autoSpaceDN w:val="0"/>
      <w:adjustRightInd w:val="0"/>
      <w:spacing w:after="60" w:line="288" w:lineRule="auto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Testodelblocco">
    <w:name w:val="Block Text"/>
    <w:basedOn w:val="Normale"/>
    <w:rsid w:val="00B80C14"/>
    <w:pPr>
      <w:spacing w:line="360" w:lineRule="auto"/>
      <w:ind w:left="360" w:right="-334" w:hanging="360"/>
    </w:pPr>
    <w:rPr>
      <w:rFonts w:ascii="Arial" w:hAnsi="Arial" w:cs="Arial"/>
      <w:sz w:val="20"/>
      <w:szCs w:val="20"/>
    </w:rPr>
  </w:style>
  <w:style w:type="character" w:styleId="Enfasigrassetto">
    <w:name w:val="Strong"/>
    <w:basedOn w:val="Carpredefinitoparagrafo"/>
    <w:qFormat/>
    <w:rsid w:val="00390CFB"/>
    <w:rPr>
      <w:b/>
      <w:bCs/>
    </w:rPr>
  </w:style>
  <w:style w:type="paragraph" w:styleId="Testofumetto">
    <w:name w:val="Balloon Text"/>
    <w:basedOn w:val="Normale"/>
    <w:semiHidden/>
    <w:rsid w:val="00185FC1"/>
    <w:rPr>
      <w:rFonts w:ascii="Tahoma" w:hAnsi="Tahoma" w:cs="Tahoma"/>
      <w:sz w:val="16"/>
      <w:szCs w:val="16"/>
    </w:rPr>
  </w:style>
  <w:style w:type="character" w:customStyle="1" w:styleId="StileMessaggioDiPostaElettronica241">
    <w:name w:val="StileMessaggioDiPostaElettronica24"/>
    <w:aliases w:val="StileMessaggioDiPostaElettronica24"/>
    <w:basedOn w:val="Carpredefinitoparagrafo"/>
    <w:semiHidden/>
    <w:personal/>
    <w:personalCompose/>
    <w:rsid w:val="00B16E5D"/>
    <w:rPr>
      <w:rFonts w:ascii="Arial" w:hAnsi="Arial" w:cs="Arial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B43E5C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5113BD"/>
    <w:pPr>
      <w:ind w:left="720"/>
      <w:contextualSpacing/>
    </w:pPr>
  </w:style>
  <w:style w:type="character" w:customStyle="1" w:styleId="xbe">
    <w:name w:val="_xbe"/>
    <w:basedOn w:val="Carpredefinitoparagrafo"/>
    <w:rsid w:val="005A2C71"/>
  </w:style>
  <w:style w:type="character" w:customStyle="1" w:styleId="Titolo1Carattere">
    <w:name w:val="Titolo 1 Carattere"/>
    <w:basedOn w:val="Carpredefinitoparagrafo"/>
    <w:link w:val="Titolo1"/>
    <w:rsid w:val="003F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qFormat/>
    <w:rsid w:val="003F4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3F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depensile@perlit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edilizia@perli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NUOVI%20RIFERIMENTI%202004\FAX\MASCHERA%20FAX%20PERLITE%20200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D8E83-5B83-46F8-A2FC-A9EEAC5B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MASCHERA FAX PERLITE 2005.dot</Template>
  <TotalTime>129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Data/Date:</vt:lpstr>
    </vt:vector>
  </TitlesOfParts>
  <Company>Microsoft</Company>
  <LinksUpToDate>false</LinksUpToDate>
  <CharactersWithSpaces>1798</CharactersWithSpaces>
  <SharedDoc>false</SharedDoc>
  <HLinks>
    <vt:vector size="12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mailto:maurizio.molli@perlite.it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mailto:sicurezza@perlite.it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Data/Date:</dc:title>
  <dc:creator>Molli</dc:creator>
  <cp:lastModifiedBy>AlessandroMaggioni</cp:lastModifiedBy>
  <cp:revision>46</cp:revision>
  <cp:lastPrinted>2016-10-07T14:35:00Z</cp:lastPrinted>
  <dcterms:created xsi:type="dcterms:W3CDTF">2016-10-07T14:35:00Z</dcterms:created>
  <dcterms:modified xsi:type="dcterms:W3CDTF">2019-11-26T09:55:00Z</dcterms:modified>
</cp:coreProperties>
</file>