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5B" w:rsidRDefault="003F475B" w:rsidP="003F475B">
      <w:pPr>
        <w:pStyle w:val="Titolo1"/>
      </w:pPr>
      <w:r>
        <w:t xml:space="preserve">VOCI </w:t>
      </w:r>
      <w:proofErr w:type="spellStart"/>
      <w:r>
        <w:t>DI</w:t>
      </w:r>
      <w:proofErr w:type="spellEnd"/>
      <w:r>
        <w:t xml:space="preserve"> CAPITOLATO </w:t>
      </w:r>
    </w:p>
    <w:p w:rsidR="003F475B" w:rsidRDefault="0062734C" w:rsidP="003F475B">
      <w:pPr>
        <w:pStyle w:val="Titolo1"/>
      </w:pPr>
      <w:r>
        <w:t xml:space="preserve">PROTEZIONE PASSIVA AL FUOCO </w:t>
      </w:r>
      <w:proofErr w:type="spellStart"/>
      <w:r>
        <w:t>DI</w:t>
      </w:r>
      <w:proofErr w:type="spellEnd"/>
      <w:r>
        <w:t xml:space="preserve"> </w:t>
      </w:r>
      <w:r w:rsidR="005A6B19">
        <w:t xml:space="preserve">SOLAI </w:t>
      </w:r>
      <w:r>
        <w:t>CON INTONACO IGNIFUGO TYPE 300</w:t>
      </w:r>
      <w:r w:rsidR="005A6B19">
        <w:t xml:space="preserve"> APPLICATO A MEMBRANA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3F475B" w:rsidRPr="003F475B" w:rsidRDefault="005A6B19" w:rsidP="003F475B">
      <w:pPr>
        <w:pStyle w:val="Titolo1"/>
        <w:rPr>
          <w:rStyle w:val="TitoloCarattere"/>
          <w:b w:val="0"/>
        </w:rPr>
      </w:pPr>
      <w:r>
        <w:rPr>
          <w:b w:val="0"/>
        </w:rPr>
        <w:t>01</w:t>
      </w:r>
      <w:r w:rsidR="003F475B">
        <w:rPr>
          <w:b w:val="0"/>
        </w:rPr>
        <w:tab/>
      </w:r>
      <w:r w:rsidR="0062734C">
        <w:rPr>
          <w:b w:val="0"/>
        </w:rPr>
        <w:t xml:space="preserve">INTONACO TYPE 300 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3F475B" w:rsidRDefault="005A6B19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5A6B19">
        <w:rPr>
          <w:rFonts w:ascii="Arial" w:hAnsi="Arial" w:cs="Arial"/>
          <w:sz w:val="20"/>
          <w:szCs w:val="20"/>
        </w:rPr>
        <w:t xml:space="preserve">PROTEZIONE PASSIVA AL FUOCO del solaio realizzata tramite applicazione a spruzzo di INTONACO IGNIFUGO TYPE 300, a base gesso e vermiculite espansa, prodotto e distribuito in Italia dall'azienda PERLITE ITALIANA Srl. Previa istallazione, direttamente a contatto dell'intradosso dell'ordito strutturale di rete porta-intonaco, con o in senza tamponamento in carta. Il fissaggio detta rete è realizzato, per strutture in acciaio, utilizzando rivetti  HILTI 22MX, per strutture in calcestruzzo, utilizzando tasselli meccanici, per strutture in legno, utilizzando viti autofilettanti, con interasse &lt;= 20 cm. Spessore minimo di intonaco dimensionato in accordo al documento certificato di prodotto EFR-18-003655, redatto in conformità alla norma europea EN 13381-1, utile alla resa nella classe di resistenza a fuoco REI fino a 120. L'intonaco è certificato per applicazione in ambiente chiuso e climatizzato o ambiente chiuso e non climatizzato (classi Z1 e Z2 ai sensi dell'ETAG 018-1/3). Classe di reazione al fuoco A1 ai sensi del </w:t>
      </w:r>
      <w:proofErr w:type="spellStart"/>
      <w:r w:rsidRPr="005A6B19">
        <w:rPr>
          <w:rFonts w:ascii="Arial" w:hAnsi="Arial" w:cs="Arial"/>
          <w:sz w:val="20"/>
          <w:szCs w:val="20"/>
        </w:rPr>
        <w:t>D.m.</w:t>
      </w:r>
      <w:proofErr w:type="spellEnd"/>
      <w:r w:rsidRPr="005A6B19">
        <w:rPr>
          <w:rFonts w:ascii="Arial" w:hAnsi="Arial" w:cs="Arial"/>
          <w:sz w:val="20"/>
          <w:szCs w:val="20"/>
        </w:rPr>
        <w:t xml:space="preserve"> 10 marzo 2005.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E1088A" w:rsidRPr="003F475B" w:rsidRDefault="009B4D95" w:rsidP="003F475B">
      <w:pPr>
        <w:rPr>
          <w:rFonts w:ascii="Arial" w:hAnsi="Arial" w:cs="Arial"/>
          <w:b/>
          <w:bCs/>
        </w:rPr>
      </w:pPr>
      <w:r w:rsidRPr="00737DB3">
        <w:rPr>
          <w:rFonts w:ascii="Bookman Old Style" w:hAnsi="Bookman Old Style"/>
          <w:b/>
          <w:shadow/>
          <w:noProof/>
          <w:color w:val="0000FF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292735</wp:posOffset>
            </wp:positionH>
            <wp:positionV relativeFrom="paragraph">
              <wp:posOffset>10099675</wp:posOffset>
            </wp:positionV>
            <wp:extent cx="7002145" cy="863600"/>
            <wp:effectExtent l="19050" t="0" r="8255" b="0"/>
            <wp:wrapNone/>
            <wp:docPr id="9" name="Immagine 5" descr="Foglio lettera a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glio lettera ag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14" r="6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14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7DB3">
        <w:rPr>
          <w:rFonts w:ascii="Bookman Old Style" w:hAnsi="Bookman Old Style"/>
          <w:b/>
          <w:shadow/>
          <w:noProof/>
          <w:color w:val="0000FF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posOffset>9677400</wp:posOffset>
            </wp:positionV>
            <wp:extent cx="7002145" cy="863600"/>
            <wp:effectExtent l="19050" t="0" r="8255" b="0"/>
            <wp:wrapNone/>
            <wp:docPr id="7" name="Immagine 4" descr="Foglio lettera a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glio lettera ag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14" r="6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14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1088A" w:rsidRPr="003F475B" w:rsidSect="00B857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1440" w:bottom="7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E11" w:rsidRDefault="00CF2E11">
      <w:r>
        <w:separator/>
      </w:r>
    </w:p>
  </w:endnote>
  <w:endnote w:type="continuationSeparator" w:id="0">
    <w:p w:rsidR="00CF2E11" w:rsidRDefault="00CF2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 w:rsidP="003F475B">
    <w:pPr>
      <w:pStyle w:val="Pidipagina"/>
    </w:pPr>
    <w:r>
      <w:t xml:space="preserve">Assistenza tecnica: </w:t>
    </w:r>
    <w:hyperlink r:id="rId1" w:history="1">
      <w:r w:rsidR="0062734C" w:rsidRPr="00CB7EAF">
        <w:rPr>
          <w:rStyle w:val="Collegamentoipertestuale"/>
        </w:rPr>
        <w:t>protezionealfuoco@perlite.it</w:t>
      </w:r>
    </w:hyperlink>
    <w:r>
      <w:t xml:space="preserve"> </w:t>
    </w:r>
    <w:r w:rsidR="000D1D50">
      <w:rPr>
        <w:noProof/>
      </w:rPr>
      <w:drawing>
        <wp:anchor distT="0" distB="0" distL="114300" distR="114300" simplePos="0" relativeHeight="251676160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6" name="Immagine 17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5136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8" name="Immagine 16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0" name="Immagine 15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3088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1" name="Immagine 14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E11" w:rsidRDefault="00CF2E11">
      <w:r>
        <w:separator/>
      </w:r>
    </w:p>
  </w:footnote>
  <w:footnote w:type="continuationSeparator" w:id="0">
    <w:p w:rsidR="00CF2E11" w:rsidRDefault="00CF2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116D04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68992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1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116D04">
    <w:pPr>
      <w:jc w:val="right"/>
      <w:rPr>
        <w:rFonts w:asciiTheme="minorHAnsi" w:hAnsiTheme="minorHAnsi" w:cs="Arial"/>
        <w:color w:val="000099"/>
        <w:sz w:val="30"/>
        <w:szCs w:val="30"/>
      </w:rPr>
    </w:pPr>
  </w:p>
  <w:p w:rsidR="000D1D50" w:rsidRDefault="000D1D50" w:rsidP="00B8572F">
    <w:pPr>
      <w:pStyle w:val="Intestazione"/>
      <w:rPr>
        <w:b/>
      </w:rPr>
    </w:pPr>
  </w:p>
  <w:p w:rsidR="000D1D50" w:rsidRDefault="000D1D5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71040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3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</w:p>
  <w:p w:rsidR="000D1D50" w:rsidRDefault="000D1D50" w:rsidP="008C6383">
    <w:pPr>
      <w:pStyle w:val="Intestazione"/>
    </w:pPr>
  </w:p>
  <w:p w:rsidR="000D1D50" w:rsidRDefault="000D1D50" w:rsidP="008C63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5E7B"/>
    <w:multiLevelType w:val="hybridMultilevel"/>
    <w:tmpl w:val="4F7CB016"/>
    <w:lvl w:ilvl="0" w:tplc="11564D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8608B"/>
    <w:multiLevelType w:val="hybridMultilevel"/>
    <w:tmpl w:val="BB24CE20"/>
    <w:lvl w:ilvl="0" w:tplc="B4DCF5B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53411"/>
    <w:multiLevelType w:val="hybridMultilevel"/>
    <w:tmpl w:val="FE1053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6775B"/>
    <w:multiLevelType w:val="hybridMultilevel"/>
    <w:tmpl w:val="9A8A2A1E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404F9"/>
    <w:multiLevelType w:val="hybridMultilevel"/>
    <w:tmpl w:val="FBF69D1A"/>
    <w:lvl w:ilvl="0" w:tplc="0410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A2FA8"/>
    <w:multiLevelType w:val="hybridMultilevel"/>
    <w:tmpl w:val="F06E6B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864463"/>
    <w:multiLevelType w:val="hybridMultilevel"/>
    <w:tmpl w:val="7AB4CD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D025BE"/>
    <w:multiLevelType w:val="hybridMultilevel"/>
    <w:tmpl w:val="C788656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2D14A33"/>
    <w:multiLevelType w:val="hybridMultilevel"/>
    <w:tmpl w:val="B5DE7D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507A3"/>
    <w:multiLevelType w:val="hybridMultilevel"/>
    <w:tmpl w:val="65C830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77628E"/>
    <w:multiLevelType w:val="hybridMultilevel"/>
    <w:tmpl w:val="4E66F4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4E414C"/>
    <w:multiLevelType w:val="hybridMultilevel"/>
    <w:tmpl w:val="7B12E72E"/>
    <w:lvl w:ilvl="0" w:tplc="62CEFE12">
      <w:start w:val="1"/>
      <w:numFmt w:val="decimalZero"/>
      <w:lvlText w:val="%1-"/>
      <w:lvlJc w:val="left"/>
      <w:pPr>
        <w:ind w:left="1080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16D08"/>
    <w:multiLevelType w:val="hybridMultilevel"/>
    <w:tmpl w:val="33105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38785E"/>
    <w:multiLevelType w:val="hybridMultilevel"/>
    <w:tmpl w:val="FE8CC8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1B0B8E"/>
    <w:multiLevelType w:val="hybridMultilevel"/>
    <w:tmpl w:val="12209D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C856139"/>
    <w:multiLevelType w:val="hybridMultilevel"/>
    <w:tmpl w:val="34C60414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>
    <w:nsid w:val="549D44AA"/>
    <w:multiLevelType w:val="hybridMultilevel"/>
    <w:tmpl w:val="214A716C"/>
    <w:lvl w:ilvl="0" w:tplc="FDBA4F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AB11F0"/>
    <w:multiLevelType w:val="hybridMultilevel"/>
    <w:tmpl w:val="5CF23834"/>
    <w:lvl w:ilvl="0" w:tplc="B5F621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57249"/>
    <w:multiLevelType w:val="hybridMultilevel"/>
    <w:tmpl w:val="71BE0C12"/>
    <w:lvl w:ilvl="0" w:tplc="04100001">
      <w:start w:val="1"/>
      <w:numFmt w:val="bullet"/>
      <w:lvlText w:val=""/>
      <w:lvlJc w:val="left"/>
      <w:pPr>
        <w:tabs>
          <w:tab w:val="num" w:pos="1248"/>
        </w:tabs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9">
    <w:nsid w:val="683B5F5E"/>
    <w:multiLevelType w:val="hybridMultilevel"/>
    <w:tmpl w:val="A7DC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578C9"/>
    <w:multiLevelType w:val="hybridMultilevel"/>
    <w:tmpl w:val="088EACE8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4E50F5"/>
    <w:multiLevelType w:val="hybridMultilevel"/>
    <w:tmpl w:val="30E07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F5925"/>
    <w:multiLevelType w:val="hybridMultilevel"/>
    <w:tmpl w:val="BACA6F0C"/>
    <w:lvl w:ilvl="0" w:tplc="7918F37E">
      <w:start w:val="1"/>
      <w:numFmt w:val="decimalZero"/>
      <w:lvlText w:val="%1."/>
      <w:lvlJc w:val="left"/>
      <w:pPr>
        <w:ind w:left="1287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2621BE"/>
    <w:multiLevelType w:val="hybridMultilevel"/>
    <w:tmpl w:val="7DAA60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D91250"/>
    <w:multiLevelType w:val="hybridMultilevel"/>
    <w:tmpl w:val="18EED4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5729F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6A57932"/>
    <w:multiLevelType w:val="hybridMultilevel"/>
    <w:tmpl w:val="53D463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5642D"/>
    <w:multiLevelType w:val="hybridMultilevel"/>
    <w:tmpl w:val="AE84927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B1C40AA"/>
    <w:multiLevelType w:val="hybridMultilevel"/>
    <w:tmpl w:val="E57C85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217BD2"/>
    <w:multiLevelType w:val="hybridMultilevel"/>
    <w:tmpl w:val="D6089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3E5664"/>
    <w:multiLevelType w:val="hybridMultilevel"/>
    <w:tmpl w:val="29AABB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24"/>
  </w:num>
  <w:num w:numId="5">
    <w:abstractNumId w:val="14"/>
  </w:num>
  <w:num w:numId="6">
    <w:abstractNumId w:val="2"/>
  </w:num>
  <w:num w:numId="7">
    <w:abstractNumId w:val="28"/>
  </w:num>
  <w:num w:numId="8">
    <w:abstractNumId w:val="9"/>
  </w:num>
  <w:num w:numId="9">
    <w:abstractNumId w:val="18"/>
  </w:num>
  <w:num w:numId="10">
    <w:abstractNumId w:val="20"/>
  </w:num>
  <w:num w:numId="11">
    <w:abstractNumId w:val="6"/>
  </w:num>
  <w:num w:numId="12">
    <w:abstractNumId w:val="3"/>
  </w:num>
  <w:num w:numId="13">
    <w:abstractNumId w:val="23"/>
  </w:num>
  <w:num w:numId="14">
    <w:abstractNumId w:val="8"/>
  </w:num>
  <w:num w:numId="15">
    <w:abstractNumId w:val="5"/>
  </w:num>
  <w:num w:numId="16">
    <w:abstractNumId w:val="26"/>
  </w:num>
  <w:num w:numId="17">
    <w:abstractNumId w:val="7"/>
  </w:num>
  <w:num w:numId="18">
    <w:abstractNumId w:val="25"/>
  </w:num>
  <w:num w:numId="19">
    <w:abstractNumId w:val="29"/>
  </w:num>
  <w:num w:numId="20">
    <w:abstractNumId w:val="15"/>
  </w:num>
  <w:num w:numId="21">
    <w:abstractNumId w:val="19"/>
  </w:num>
  <w:num w:numId="22">
    <w:abstractNumId w:val="21"/>
  </w:num>
  <w:num w:numId="23">
    <w:abstractNumId w:val="12"/>
  </w:num>
  <w:num w:numId="24">
    <w:abstractNumId w:val="17"/>
  </w:num>
  <w:num w:numId="25">
    <w:abstractNumId w:val="27"/>
  </w:num>
  <w:num w:numId="26">
    <w:abstractNumId w:val="4"/>
  </w:num>
  <w:num w:numId="27">
    <w:abstractNumId w:val="0"/>
  </w:num>
  <w:num w:numId="28">
    <w:abstractNumId w:val="1"/>
  </w:num>
  <w:num w:numId="29">
    <w:abstractNumId w:val="22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20482">
      <o:colormru v:ext="edit" colors="#ddd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67F25"/>
    <w:rsid w:val="00003B22"/>
    <w:rsid w:val="00006533"/>
    <w:rsid w:val="0000704E"/>
    <w:rsid w:val="00020198"/>
    <w:rsid w:val="00020407"/>
    <w:rsid w:val="000226AE"/>
    <w:rsid w:val="00023C2B"/>
    <w:rsid w:val="00026C06"/>
    <w:rsid w:val="00034FD4"/>
    <w:rsid w:val="0003723F"/>
    <w:rsid w:val="0004505D"/>
    <w:rsid w:val="00046256"/>
    <w:rsid w:val="00046B9B"/>
    <w:rsid w:val="0005763B"/>
    <w:rsid w:val="00061149"/>
    <w:rsid w:val="00061C13"/>
    <w:rsid w:val="00067D93"/>
    <w:rsid w:val="00067F25"/>
    <w:rsid w:val="00067F76"/>
    <w:rsid w:val="00072F13"/>
    <w:rsid w:val="00077313"/>
    <w:rsid w:val="0008370D"/>
    <w:rsid w:val="00083DBF"/>
    <w:rsid w:val="00085312"/>
    <w:rsid w:val="0008685B"/>
    <w:rsid w:val="00090611"/>
    <w:rsid w:val="000941BA"/>
    <w:rsid w:val="00095D29"/>
    <w:rsid w:val="0009684D"/>
    <w:rsid w:val="000A0CB0"/>
    <w:rsid w:val="000C593D"/>
    <w:rsid w:val="000D1D50"/>
    <w:rsid w:val="000D542F"/>
    <w:rsid w:val="000E08A4"/>
    <w:rsid w:val="000E1227"/>
    <w:rsid w:val="000E1E01"/>
    <w:rsid w:val="000E49FE"/>
    <w:rsid w:val="000F0AB6"/>
    <w:rsid w:val="000F18BD"/>
    <w:rsid w:val="000F4AD7"/>
    <w:rsid w:val="00101E3B"/>
    <w:rsid w:val="00102CDB"/>
    <w:rsid w:val="001050A6"/>
    <w:rsid w:val="00116D04"/>
    <w:rsid w:val="00125FEB"/>
    <w:rsid w:val="001275E0"/>
    <w:rsid w:val="001342D4"/>
    <w:rsid w:val="0013488A"/>
    <w:rsid w:val="00135298"/>
    <w:rsid w:val="0013688D"/>
    <w:rsid w:val="00140219"/>
    <w:rsid w:val="00140F93"/>
    <w:rsid w:val="001419E7"/>
    <w:rsid w:val="00150881"/>
    <w:rsid w:val="00150C61"/>
    <w:rsid w:val="00154B19"/>
    <w:rsid w:val="001629E8"/>
    <w:rsid w:val="00163E6D"/>
    <w:rsid w:val="001664B7"/>
    <w:rsid w:val="001670D3"/>
    <w:rsid w:val="0017263D"/>
    <w:rsid w:val="00175964"/>
    <w:rsid w:val="00185FC1"/>
    <w:rsid w:val="00191D12"/>
    <w:rsid w:val="0019334E"/>
    <w:rsid w:val="001939E4"/>
    <w:rsid w:val="001947A9"/>
    <w:rsid w:val="0019492A"/>
    <w:rsid w:val="00197F69"/>
    <w:rsid w:val="001A025C"/>
    <w:rsid w:val="001A4F4F"/>
    <w:rsid w:val="001A505F"/>
    <w:rsid w:val="001B4729"/>
    <w:rsid w:val="001B5840"/>
    <w:rsid w:val="001C0279"/>
    <w:rsid w:val="001C0A2A"/>
    <w:rsid w:val="001E291F"/>
    <w:rsid w:val="001E32DF"/>
    <w:rsid w:val="001E3609"/>
    <w:rsid w:val="001F082E"/>
    <w:rsid w:val="001F4182"/>
    <w:rsid w:val="00200081"/>
    <w:rsid w:val="002009CE"/>
    <w:rsid w:val="00202D94"/>
    <w:rsid w:val="00211B04"/>
    <w:rsid w:val="00222F5D"/>
    <w:rsid w:val="00223A4F"/>
    <w:rsid w:val="002354A8"/>
    <w:rsid w:val="002426A4"/>
    <w:rsid w:val="00244C9C"/>
    <w:rsid w:val="00251274"/>
    <w:rsid w:val="00251AAB"/>
    <w:rsid w:val="00251B8C"/>
    <w:rsid w:val="00257BCF"/>
    <w:rsid w:val="00263359"/>
    <w:rsid w:val="002635E7"/>
    <w:rsid w:val="002703A0"/>
    <w:rsid w:val="00274E53"/>
    <w:rsid w:val="002767A3"/>
    <w:rsid w:val="00276BA6"/>
    <w:rsid w:val="00277897"/>
    <w:rsid w:val="00284811"/>
    <w:rsid w:val="002848D1"/>
    <w:rsid w:val="002865E5"/>
    <w:rsid w:val="002872C6"/>
    <w:rsid w:val="002914F7"/>
    <w:rsid w:val="00291B84"/>
    <w:rsid w:val="00291BD1"/>
    <w:rsid w:val="00293D44"/>
    <w:rsid w:val="00297384"/>
    <w:rsid w:val="002A3764"/>
    <w:rsid w:val="002A49F9"/>
    <w:rsid w:val="002A50F8"/>
    <w:rsid w:val="002A70AA"/>
    <w:rsid w:val="002B4656"/>
    <w:rsid w:val="002B55A8"/>
    <w:rsid w:val="002C1CBC"/>
    <w:rsid w:val="002C46E9"/>
    <w:rsid w:val="002C64A9"/>
    <w:rsid w:val="002D0B13"/>
    <w:rsid w:val="002D2457"/>
    <w:rsid w:val="002D4A58"/>
    <w:rsid w:val="002D5692"/>
    <w:rsid w:val="002E3999"/>
    <w:rsid w:val="002E4DE8"/>
    <w:rsid w:val="002F3ABA"/>
    <w:rsid w:val="00305F85"/>
    <w:rsid w:val="00307F84"/>
    <w:rsid w:val="00314D4A"/>
    <w:rsid w:val="00316F78"/>
    <w:rsid w:val="00323E51"/>
    <w:rsid w:val="003251A1"/>
    <w:rsid w:val="003252ED"/>
    <w:rsid w:val="00326125"/>
    <w:rsid w:val="00326A62"/>
    <w:rsid w:val="003349E8"/>
    <w:rsid w:val="003358D5"/>
    <w:rsid w:val="00341CB4"/>
    <w:rsid w:val="0034207D"/>
    <w:rsid w:val="00344358"/>
    <w:rsid w:val="003446B1"/>
    <w:rsid w:val="00345CE8"/>
    <w:rsid w:val="0034611C"/>
    <w:rsid w:val="00346600"/>
    <w:rsid w:val="00347075"/>
    <w:rsid w:val="003626D1"/>
    <w:rsid w:val="00362B30"/>
    <w:rsid w:val="003652A6"/>
    <w:rsid w:val="00365CD1"/>
    <w:rsid w:val="00372DF7"/>
    <w:rsid w:val="00373415"/>
    <w:rsid w:val="00376FE8"/>
    <w:rsid w:val="0038009D"/>
    <w:rsid w:val="00383D47"/>
    <w:rsid w:val="00385138"/>
    <w:rsid w:val="003862C5"/>
    <w:rsid w:val="003874F1"/>
    <w:rsid w:val="00390CFB"/>
    <w:rsid w:val="003922F3"/>
    <w:rsid w:val="00395145"/>
    <w:rsid w:val="00397E7A"/>
    <w:rsid w:val="003A13A8"/>
    <w:rsid w:val="003A13AB"/>
    <w:rsid w:val="003A28FC"/>
    <w:rsid w:val="003A2A9B"/>
    <w:rsid w:val="003A39A5"/>
    <w:rsid w:val="003A47AC"/>
    <w:rsid w:val="003B0220"/>
    <w:rsid w:val="003B2003"/>
    <w:rsid w:val="003B6A7F"/>
    <w:rsid w:val="003C6AEF"/>
    <w:rsid w:val="003E12F5"/>
    <w:rsid w:val="003E2FC8"/>
    <w:rsid w:val="003E6EF1"/>
    <w:rsid w:val="003F16A2"/>
    <w:rsid w:val="003F475B"/>
    <w:rsid w:val="003F5672"/>
    <w:rsid w:val="003F6DA3"/>
    <w:rsid w:val="004019FF"/>
    <w:rsid w:val="0040549B"/>
    <w:rsid w:val="0041263C"/>
    <w:rsid w:val="004201E3"/>
    <w:rsid w:val="00422E74"/>
    <w:rsid w:val="0042437B"/>
    <w:rsid w:val="0042474E"/>
    <w:rsid w:val="00430F0F"/>
    <w:rsid w:val="004321F7"/>
    <w:rsid w:val="00436D83"/>
    <w:rsid w:val="0044013F"/>
    <w:rsid w:val="00440211"/>
    <w:rsid w:val="00440254"/>
    <w:rsid w:val="00440C0F"/>
    <w:rsid w:val="00441C6B"/>
    <w:rsid w:val="00442716"/>
    <w:rsid w:val="004527F8"/>
    <w:rsid w:val="00454401"/>
    <w:rsid w:val="00454A56"/>
    <w:rsid w:val="00456CA0"/>
    <w:rsid w:val="00460607"/>
    <w:rsid w:val="00460DA7"/>
    <w:rsid w:val="0046439F"/>
    <w:rsid w:val="00466376"/>
    <w:rsid w:val="00473D68"/>
    <w:rsid w:val="004831DB"/>
    <w:rsid w:val="004859AB"/>
    <w:rsid w:val="004918E1"/>
    <w:rsid w:val="00491C8F"/>
    <w:rsid w:val="00495206"/>
    <w:rsid w:val="004965D1"/>
    <w:rsid w:val="004A0408"/>
    <w:rsid w:val="004A2C1D"/>
    <w:rsid w:val="004A6810"/>
    <w:rsid w:val="004A723B"/>
    <w:rsid w:val="004B06A3"/>
    <w:rsid w:val="004B38A4"/>
    <w:rsid w:val="004C5A4D"/>
    <w:rsid w:val="004C62D5"/>
    <w:rsid w:val="004D1CE9"/>
    <w:rsid w:val="004D6042"/>
    <w:rsid w:val="004E05D6"/>
    <w:rsid w:val="004E21FA"/>
    <w:rsid w:val="004F24F9"/>
    <w:rsid w:val="004F7CB0"/>
    <w:rsid w:val="0050181B"/>
    <w:rsid w:val="00504C4C"/>
    <w:rsid w:val="00506862"/>
    <w:rsid w:val="00507CFB"/>
    <w:rsid w:val="005113BD"/>
    <w:rsid w:val="005118D1"/>
    <w:rsid w:val="00511F4B"/>
    <w:rsid w:val="00512911"/>
    <w:rsid w:val="0051370E"/>
    <w:rsid w:val="00513BE4"/>
    <w:rsid w:val="00515458"/>
    <w:rsid w:val="00516B8C"/>
    <w:rsid w:val="00520336"/>
    <w:rsid w:val="0052160A"/>
    <w:rsid w:val="005225CC"/>
    <w:rsid w:val="00522EFB"/>
    <w:rsid w:val="00523F1E"/>
    <w:rsid w:val="005268A1"/>
    <w:rsid w:val="00532099"/>
    <w:rsid w:val="005335DE"/>
    <w:rsid w:val="00537D03"/>
    <w:rsid w:val="00540F13"/>
    <w:rsid w:val="005410C5"/>
    <w:rsid w:val="00550353"/>
    <w:rsid w:val="0055120E"/>
    <w:rsid w:val="0055502A"/>
    <w:rsid w:val="0055735C"/>
    <w:rsid w:val="00562C5A"/>
    <w:rsid w:val="00563DC7"/>
    <w:rsid w:val="00564EF4"/>
    <w:rsid w:val="00577086"/>
    <w:rsid w:val="00586573"/>
    <w:rsid w:val="005866DB"/>
    <w:rsid w:val="00591098"/>
    <w:rsid w:val="00591C96"/>
    <w:rsid w:val="00593B72"/>
    <w:rsid w:val="00594574"/>
    <w:rsid w:val="00595E06"/>
    <w:rsid w:val="00596264"/>
    <w:rsid w:val="005A2A31"/>
    <w:rsid w:val="005A2C71"/>
    <w:rsid w:val="005A6B19"/>
    <w:rsid w:val="005B2BAA"/>
    <w:rsid w:val="005B5F66"/>
    <w:rsid w:val="005D00BC"/>
    <w:rsid w:val="005E09FC"/>
    <w:rsid w:val="005E66AD"/>
    <w:rsid w:val="005E6E42"/>
    <w:rsid w:val="005E792C"/>
    <w:rsid w:val="005F1F79"/>
    <w:rsid w:val="005F426E"/>
    <w:rsid w:val="005F47A8"/>
    <w:rsid w:val="00600F3F"/>
    <w:rsid w:val="006017B4"/>
    <w:rsid w:val="00606B12"/>
    <w:rsid w:val="00612921"/>
    <w:rsid w:val="00615172"/>
    <w:rsid w:val="0062291A"/>
    <w:rsid w:val="006236C3"/>
    <w:rsid w:val="006240BE"/>
    <w:rsid w:val="0062734C"/>
    <w:rsid w:val="006301D5"/>
    <w:rsid w:val="006333CC"/>
    <w:rsid w:val="00633E59"/>
    <w:rsid w:val="00634651"/>
    <w:rsid w:val="0063625A"/>
    <w:rsid w:val="00652DBD"/>
    <w:rsid w:val="00654FD8"/>
    <w:rsid w:val="00655B01"/>
    <w:rsid w:val="00656759"/>
    <w:rsid w:val="00663866"/>
    <w:rsid w:val="00681110"/>
    <w:rsid w:val="0068468F"/>
    <w:rsid w:val="00684745"/>
    <w:rsid w:val="00684DBE"/>
    <w:rsid w:val="00685660"/>
    <w:rsid w:val="0068661E"/>
    <w:rsid w:val="00686BEF"/>
    <w:rsid w:val="0069162C"/>
    <w:rsid w:val="006A1B26"/>
    <w:rsid w:val="006B6131"/>
    <w:rsid w:val="006C192E"/>
    <w:rsid w:val="006C3835"/>
    <w:rsid w:val="006C72AE"/>
    <w:rsid w:val="006D6B3C"/>
    <w:rsid w:val="006D78BC"/>
    <w:rsid w:val="006E04B8"/>
    <w:rsid w:val="006E186F"/>
    <w:rsid w:val="006E24E9"/>
    <w:rsid w:val="006E593A"/>
    <w:rsid w:val="006F43ED"/>
    <w:rsid w:val="006F4FA9"/>
    <w:rsid w:val="0070168E"/>
    <w:rsid w:val="0070637D"/>
    <w:rsid w:val="00710292"/>
    <w:rsid w:val="00710E70"/>
    <w:rsid w:val="00715D23"/>
    <w:rsid w:val="007221D9"/>
    <w:rsid w:val="007229E6"/>
    <w:rsid w:val="00731D29"/>
    <w:rsid w:val="007328C2"/>
    <w:rsid w:val="007354C4"/>
    <w:rsid w:val="00737DB3"/>
    <w:rsid w:val="00740597"/>
    <w:rsid w:val="00742AE9"/>
    <w:rsid w:val="00750825"/>
    <w:rsid w:val="00751E49"/>
    <w:rsid w:val="00756499"/>
    <w:rsid w:val="00756B2C"/>
    <w:rsid w:val="00766BC9"/>
    <w:rsid w:val="00770417"/>
    <w:rsid w:val="00774BDF"/>
    <w:rsid w:val="00775820"/>
    <w:rsid w:val="00780507"/>
    <w:rsid w:val="00781B49"/>
    <w:rsid w:val="00782F1C"/>
    <w:rsid w:val="00783FBD"/>
    <w:rsid w:val="00793FE1"/>
    <w:rsid w:val="00796974"/>
    <w:rsid w:val="007A0CEE"/>
    <w:rsid w:val="007A1F93"/>
    <w:rsid w:val="007A252A"/>
    <w:rsid w:val="007A6C9D"/>
    <w:rsid w:val="007B4AB4"/>
    <w:rsid w:val="007C47C9"/>
    <w:rsid w:val="007C48C9"/>
    <w:rsid w:val="007D16A0"/>
    <w:rsid w:val="007D2CDD"/>
    <w:rsid w:val="007D5371"/>
    <w:rsid w:val="007E0DDA"/>
    <w:rsid w:val="007E1FF1"/>
    <w:rsid w:val="007E35A5"/>
    <w:rsid w:val="007E6EEE"/>
    <w:rsid w:val="007E7498"/>
    <w:rsid w:val="007F0CE6"/>
    <w:rsid w:val="007F56E2"/>
    <w:rsid w:val="008009A2"/>
    <w:rsid w:val="00801C5F"/>
    <w:rsid w:val="00803610"/>
    <w:rsid w:val="008038E0"/>
    <w:rsid w:val="008064B9"/>
    <w:rsid w:val="00811BD2"/>
    <w:rsid w:val="00812EB1"/>
    <w:rsid w:val="00814B44"/>
    <w:rsid w:val="0081580B"/>
    <w:rsid w:val="008222A3"/>
    <w:rsid w:val="00822967"/>
    <w:rsid w:val="008274A4"/>
    <w:rsid w:val="00840ACE"/>
    <w:rsid w:val="00840B35"/>
    <w:rsid w:val="008453AF"/>
    <w:rsid w:val="0084556D"/>
    <w:rsid w:val="0084788A"/>
    <w:rsid w:val="008510ED"/>
    <w:rsid w:val="00851235"/>
    <w:rsid w:val="00853590"/>
    <w:rsid w:val="00855DDE"/>
    <w:rsid w:val="008600DC"/>
    <w:rsid w:val="0087035B"/>
    <w:rsid w:val="008715B8"/>
    <w:rsid w:val="008718A6"/>
    <w:rsid w:val="00871BF6"/>
    <w:rsid w:val="00873B45"/>
    <w:rsid w:val="0088168D"/>
    <w:rsid w:val="008944D2"/>
    <w:rsid w:val="008A0A73"/>
    <w:rsid w:val="008A0E92"/>
    <w:rsid w:val="008A622B"/>
    <w:rsid w:val="008B2B2B"/>
    <w:rsid w:val="008B6053"/>
    <w:rsid w:val="008B7F95"/>
    <w:rsid w:val="008C4CA9"/>
    <w:rsid w:val="008C6383"/>
    <w:rsid w:val="008C7D1D"/>
    <w:rsid w:val="008D3B0B"/>
    <w:rsid w:val="008D5B4A"/>
    <w:rsid w:val="008E2296"/>
    <w:rsid w:val="008E3458"/>
    <w:rsid w:val="008E5477"/>
    <w:rsid w:val="008F13D4"/>
    <w:rsid w:val="00904390"/>
    <w:rsid w:val="00905B89"/>
    <w:rsid w:val="009067CD"/>
    <w:rsid w:val="009121AD"/>
    <w:rsid w:val="00913407"/>
    <w:rsid w:val="00914EAD"/>
    <w:rsid w:val="009169DC"/>
    <w:rsid w:val="00927EA9"/>
    <w:rsid w:val="009306B0"/>
    <w:rsid w:val="00930A06"/>
    <w:rsid w:val="0093224D"/>
    <w:rsid w:val="00933817"/>
    <w:rsid w:val="00936670"/>
    <w:rsid w:val="00936D5B"/>
    <w:rsid w:val="009373CB"/>
    <w:rsid w:val="00940B68"/>
    <w:rsid w:val="00940FB1"/>
    <w:rsid w:val="00942AA3"/>
    <w:rsid w:val="00943033"/>
    <w:rsid w:val="00943F03"/>
    <w:rsid w:val="00945C70"/>
    <w:rsid w:val="00947468"/>
    <w:rsid w:val="0095093D"/>
    <w:rsid w:val="00963350"/>
    <w:rsid w:val="00966FBC"/>
    <w:rsid w:val="00975427"/>
    <w:rsid w:val="00975978"/>
    <w:rsid w:val="0098014E"/>
    <w:rsid w:val="00980C0B"/>
    <w:rsid w:val="0098322C"/>
    <w:rsid w:val="0098499D"/>
    <w:rsid w:val="0098687B"/>
    <w:rsid w:val="0099209D"/>
    <w:rsid w:val="009A2A9F"/>
    <w:rsid w:val="009A322F"/>
    <w:rsid w:val="009A3E7B"/>
    <w:rsid w:val="009B3902"/>
    <w:rsid w:val="009B4D95"/>
    <w:rsid w:val="009C4ACD"/>
    <w:rsid w:val="009D024B"/>
    <w:rsid w:val="009D42AF"/>
    <w:rsid w:val="009D44A0"/>
    <w:rsid w:val="009D657C"/>
    <w:rsid w:val="009E133B"/>
    <w:rsid w:val="009E2CE0"/>
    <w:rsid w:val="009F5F58"/>
    <w:rsid w:val="009F66D3"/>
    <w:rsid w:val="009F7397"/>
    <w:rsid w:val="00A02345"/>
    <w:rsid w:val="00A1024D"/>
    <w:rsid w:val="00A15A68"/>
    <w:rsid w:val="00A20048"/>
    <w:rsid w:val="00A22EA9"/>
    <w:rsid w:val="00A23967"/>
    <w:rsid w:val="00A26C57"/>
    <w:rsid w:val="00A27425"/>
    <w:rsid w:val="00A32A5A"/>
    <w:rsid w:val="00A35524"/>
    <w:rsid w:val="00A401EB"/>
    <w:rsid w:val="00A60832"/>
    <w:rsid w:val="00A64EA0"/>
    <w:rsid w:val="00A65F92"/>
    <w:rsid w:val="00A74CC0"/>
    <w:rsid w:val="00A753C0"/>
    <w:rsid w:val="00A77DDA"/>
    <w:rsid w:val="00A83525"/>
    <w:rsid w:val="00A843EE"/>
    <w:rsid w:val="00A87039"/>
    <w:rsid w:val="00A913CC"/>
    <w:rsid w:val="00A969BB"/>
    <w:rsid w:val="00AA2A5D"/>
    <w:rsid w:val="00AA55D8"/>
    <w:rsid w:val="00AA6DE4"/>
    <w:rsid w:val="00AB3EFF"/>
    <w:rsid w:val="00AB6D11"/>
    <w:rsid w:val="00AC62FA"/>
    <w:rsid w:val="00AD066E"/>
    <w:rsid w:val="00AD57FA"/>
    <w:rsid w:val="00AD5F54"/>
    <w:rsid w:val="00AD782D"/>
    <w:rsid w:val="00AE1653"/>
    <w:rsid w:val="00AE279B"/>
    <w:rsid w:val="00AE2A5E"/>
    <w:rsid w:val="00AF50D4"/>
    <w:rsid w:val="00AF556C"/>
    <w:rsid w:val="00AF6C67"/>
    <w:rsid w:val="00B03AE7"/>
    <w:rsid w:val="00B10776"/>
    <w:rsid w:val="00B16E5D"/>
    <w:rsid w:val="00B24E73"/>
    <w:rsid w:val="00B25E8E"/>
    <w:rsid w:val="00B26A99"/>
    <w:rsid w:val="00B409F6"/>
    <w:rsid w:val="00B43E5C"/>
    <w:rsid w:val="00B46D3C"/>
    <w:rsid w:val="00B52665"/>
    <w:rsid w:val="00B60EF4"/>
    <w:rsid w:val="00B66E40"/>
    <w:rsid w:val="00B71902"/>
    <w:rsid w:val="00B7387A"/>
    <w:rsid w:val="00B7532C"/>
    <w:rsid w:val="00B80C14"/>
    <w:rsid w:val="00B830A3"/>
    <w:rsid w:val="00B8572F"/>
    <w:rsid w:val="00B965FD"/>
    <w:rsid w:val="00BA1965"/>
    <w:rsid w:val="00BA484E"/>
    <w:rsid w:val="00BB68A2"/>
    <w:rsid w:val="00BB7C42"/>
    <w:rsid w:val="00BC3533"/>
    <w:rsid w:val="00BC68BD"/>
    <w:rsid w:val="00BE492B"/>
    <w:rsid w:val="00BE5000"/>
    <w:rsid w:val="00BE5DC3"/>
    <w:rsid w:val="00BF0515"/>
    <w:rsid w:val="00BF6D5C"/>
    <w:rsid w:val="00C00711"/>
    <w:rsid w:val="00C01E75"/>
    <w:rsid w:val="00C22DD5"/>
    <w:rsid w:val="00C246D2"/>
    <w:rsid w:val="00C3513E"/>
    <w:rsid w:val="00C36FC9"/>
    <w:rsid w:val="00C45C2B"/>
    <w:rsid w:val="00C51CF8"/>
    <w:rsid w:val="00C544A2"/>
    <w:rsid w:val="00C54C4C"/>
    <w:rsid w:val="00C55CFC"/>
    <w:rsid w:val="00C63222"/>
    <w:rsid w:val="00C64512"/>
    <w:rsid w:val="00C67C9C"/>
    <w:rsid w:val="00C70A40"/>
    <w:rsid w:val="00C73EB1"/>
    <w:rsid w:val="00C74695"/>
    <w:rsid w:val="00C76277"/>
    <w:rsid w:val="00C773C4"/>
    <w:rsid w:val="00C77B9A"/>
    <w:rsid w:val="00C814BD"/>
    <w:rsid w:val="00C81546"/>
    <w:rsid w:val="00C825EF"/>
    <w:rsid w:val="00C83728"/>
    <w:rsid w:val="00C86D3A"/>
    <w:rsid w:val="00C87238"/>
    <w:rsid w:val="00C87BFE"/>
    <w:rsid w:val="00C9186F"/>
    <w:rsid w:val="00C923B1"/>
    <w:rsid w:val="00C935D4"/>
    <w:rsid w:val="00CA2BE4"/>
    <w:rsid w:val="00CA308D"/>
    <w:rsid w:val="00CA64C1"/>
    <w:rsid w:val="00CB12BE"/>
    <w:rsid w:val="00CB2DB9"/>
    <w:rsid w:val="00CB41EC"/>
    <w:rsid w:val="00CB49B8"/>
    <w:rsid w:val="00CB4CFB"/>
    <w:rsid w:val="00CB4F93"/>
    <w:rsid w:val="00CC0EC7"/>
    <w:rsid w:val="00CC1914"/>
    <w:rsid w:val="00CC1A49"/>
    <w:rsid w:val="00CC1A5F"/>
    <w:rsid w:val="00CC486D"/>
    <w:rsid w:val="00CC63CB"/>
    <w:rsid w:val="00CC6C7A"/>
    <w:rsid w:val="00CC712F"/>
    <w:rsid w:val="00CD21FD"/>
    <w:rsid w:val="00CD235E"/>
    <w:rsid w:val="00CD4BBD"/>
    <w:rsid w:val="00CD7822"/>
    <w:rsid w:val="00CE2000"/>
    <w:rsid w:val="00CE27AE"/>
    <w:rsid w:val="00CE4D31"/>
    <w:rsid w:val="00CF2E11"/>
    <w:rsid w:val="00CF5FF2"/>
    <w:rsid w:val="00D021D3"/>
    <w:rsid w:val="00D0272E"/>
    <w:rsid w:val="00D04FDD"/>
    <w:rsid w:val="00D05396"/>
    <w:rsid w:val="00D05A71"/>
    <w:rsid w:val="00D072EE"/>
    <w:rsid w:val="00D0762E"/>
    <w:rsid w:val="00D125E7"/>
    <w:rsid w:val="00D134F8"/>
    <w:rsid w:val="00D14A35"/>
    <w:rsid w:val="00D15035"/>
    <w:rsid w:val="00D157D4"/>
    <w:rsid w:val="00D37A32"/>
    <w:rsid w:val="00D460BA"/>
    <w:rsid w:val="00D51620"/>
    <w:rsid w:val="00D5283B"/>
    <w:rsid w:val="00D55B72"/>
    <w:rsid w:val="00D56628"/>
    <w:rsid w:val="00D62248"/>
    <w:rsid w:val="00D645F0"/>
    <w:rsid w:val="00D76177"/>
    <w:rsid w:val="00D853D8"/>
    <w:rsid w:val="00D86AFA"/>
    <w:rsid w:val="00D97082"/>
    <w:rsid w:val="00D9756C"/>
    <w:rsid w:val="00DA0E3A"/>
    <w:rsid w:val="00DA374C"/>
    <w:rsid w:val="00DB0B66"/>
    <w:rsid w:val="00DB27C2"/>
    <w:rsid w:val="00DB4B87"/>
    <w:rsid w:val="00DB4BA3"/>
    <w:rsid w:val="00DC2A6D"/>
    <w:rsid w:val="00DC5BBB"/>
    <w:rsid w:val="00DC6424"/>
    <w:rsid w:val="00DC69FE"/>
    <w:rsid w:val="00DC7885"/>
    <w:rsid w:val="00DD4AC4"/>
    <w:rsid w:val="00DD67E8"/>
    <w:rsid w:val="00DD70BA"/>
    <w:rsid w:val="00DE36B3"/>
    <w:rsid w:val="00DE51CB"/>
    <w:rsid w:val="00DE52CD"/>
    <w:rsid w:val="00DF20B8"/>
    <w:rsid w:val="00DF386C"/>
    <w:rsid w:val="00DF5881"/>
    <w:rsid w:val="00DF7764"/>
    <w:rsid w:val="00E00105"/>
    <w:rsid w:val="00E03B71"/>
    <w:rsid w:val="00E07B27"/>
    <w:rsid w:val="00E1088A"/>
    <w:rsid w:val="00E16455"/>
    <w:rsid w:val="00E17BD7"/>
    <w:rsid w:val="00E23BAC"/>
    <w:rsid w:val="00E30B53"/>
    <w:rsid w:val="00E366E6"/>
    <w:rsid w:val="00E51208"/>
    <w:rsid w:val="00E63881"/>
    <w:rsid w:val="00E63AE3"/>
    <w:rsid w:val="00E64C13"/>
    <w:rsid w:val="00E67163"/>
    <w:rsid w:val="00E67F20"/>
    <w:rsid w:val="00E73AE9"/>
    <w:rsid w:val="00E748F8"/>
    <w:rsid w:val="00E74F09"/>
    <w:rsid w:val="00E75EE3"/>
    <w:rsid w:val="00E779B9"/>
    <w:rsid w:val="00E8723F"/>
    <w:rsid w:val="00E87F30"/>
    <w:rsid w:val="00E90BD3"/>
    <w:rsid w:val="00E94A08"/>
    <w:rsid w:val="00EA0864"/>
    <w:rsid w:val="00EA1AA4"/>
    <w:rsid w:val="00EA2A2C"/>
    <w:rsid w:val="00EA470D"/>
    <w:rsid w:val="00EA68F7"/>
    <w:rsid w:val="00EA715E"/>
    <w:rsid w:val="00EB4901"/>
    <w:rsid w:val="00EC19B7"/>
    <w:rsid w:val="00EC4BC9"/>
    <w:rsid w:val="00ED21C3"/>
    <w:rsid w:val="00ED6E66"/>
    <w:rsid w:val="00EE3904"/>
    <w:rsid w:val="00EE4542"/>
    <w:rsid w:val="00EE5363"/>
    <w:rsid w:val="00EF01B0"/>
    <w:rsid w:val="00EF18FE"/>
    <w:rsid w:val="00EF24AB"/>
    <w:rsid w:val="00EF293C"/>
    <w:rsid w:val="00EF5F46"/>
    <w:rsid w:val="00F02B34"/>
    <w:rsid w:val="00F04290"/>
    <w:rsid w:val="00F0447E"/>
    <w:rsid w:val="00F10A66"/>
    <w:rsid w:val="00F1119C"/>
    <w:rsid w:val="00F1422A"/>
    <w:rsid w:val="00F21A76"/>
    <w:rsid w:val="00F22A04"/>
    <w:rsid w:val="00F24557"/>
    <w:rsid w:val="00F254C2"/>
    <w:rsid w:val="00F25F3F"/>
    <w:rsid w:val="00F26197"/>
    <w:rsid w:val="00F301DC"/>
    <w:rsid w:val="00F30BF4"/>
    <w:rsid w:val="00F37500"/>
    <w:rsid w:val="00F44EDB"/>
    <w:rsid w:val="00F56214"/>
    <w:rsid w:val="00F57ECC"/>
    <w:rsid w:val="00F6734B"/>
    <w:rsid w:val="00F7183C"/>
    <w:rsid w:val="00F72587"/>
    <w:rsid w:val="00F7356C"/>
    <w:rsid w:val="00F74115"/>
    <w:rsid w:val="00F80B98"/>
    <w:rsid w:val="00F82EDF"/>
    <w:rsid w:val="00F9033F"/>
    <w:rsid w:val="00F90762"/>
    <w:rsid w:val="00F91235"/>
    <w:rsid w:val="00F92A10"/>
    <w:rsid w:val="00F94E2C"/>
    <w:rsid w:val="00F9796D"/>
    <w:rsid w:val="00FA366A"/>
    <w:rsid w:val="00FA4972"/>
    <w:rsid w:val="00FA4B6C"/>
    <w:rsid w:val="00FB0A57"/>
    <w:rsid w:val="00FB1756"/>
    <w:rsid w:val="00FC00EC"/>
    <w:rsid w:val="00FC19C8"/>
    <w:rsid w:val="00FC458D"/>
    <w:rsid w:val="00FC45FA"/>
    <w:rsid w:val="00FC507E"/>
    <w:rsid w:val="00FC5846"/>
    <w:rsid w:val="00FE6560"/>
    <w:rsid w:val="00FF249E"/>
    <w:rsid w:val="00FF3E22"/>
    <w:rsid w:val="00FF65AE"/>
    <w:rsid w:val="00FF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ru v:ext="edit" colors="#ddd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0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47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42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B8572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8572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7A0CEE"/>
    <w:rPr>
      <w:color w:val="0000FF"/>
      <w:u w:val="single"/>
    </w:rPr>
  </w:style>
  <w:style w:type="character" w:styleId="Enfasicorsivo">
    <w:name w:val="Emphasis"/>
    <w:qFormat/>
    <w:rsid w:val="007A0CEE"/>
    <w:rPr>
      <w:rFonts w:ascii="Arial" w:hAnsi="Arial"/>
      <w:b/>
      <w:spacing w:val="-10"/>
      <w:sz w:val="18"/>
    </w:rPr>
  </w:style>
  <w:style w:type="paragraph" w:styleId="Corpodeltesto">
    <w:name w:val="Body Text"/>
    <w:basedOn w:val="Normale"/>
    <w:link w:val="CorpodeltestoCarattere"/>
    <w:rsid w:val="00440211"/>
    <w:pPr>
      <w:overflowPunct w:val="0"/>
      <w:autoSpaceDE w:val="0"/>
      <w:autoSpaceDN w:val="0"/>
      <w:adjustRightInd w:val="0"/>
      <w:spacing w:after="60" w:line="288" w:lineRule="auto"/>
      <w:ind w:firstLine="567"/>
      <w:jc w:val="both"/>
      <w:textAlignment w:val="baseline"/>
    </w:pPr>
    <w:rPr>
      <w:rFonts w:ascii="Arial" w:hAnsi="Arial"/>
      <w:sz w:val="22"/>
      <w:szCs w:val="20"/>
    </w:rPr>
  </w:style>
  <w:style w:type="paragraph" w:styleId="Testodelblocco">
    <w:name w:val="Block Text"/>
    <w:basedOn w:val="Normale"/>
    <w:rsid w:val="00B80C14"/>
    <w:pPr>
      <w:spacing w:line="360" w:lineRule="auto"/>
      <w:ind w:left="360" w:right="-334" w:hanging="360"/>
    </w:pPr>
    <w:rPr>
      <w:rFonts w:ascii="Arial" w:hAnsi="Arial" w:cs="Arial"/>
      <w:sz w:val="20"/>
      <w:szCs w:val="20"/>
    </w:rPr>
  </w:style>
  <w:style w:type="character" w:styleId="Enfasigrassetto">
    <w:name w:val="Strong"/>
    <w:basedOn w:val="Carpredefinitoparagrafo"/>
    <w:qFormat/>
    <w:rsid w:val="00390CFB"/>
    <w:rPr>
      <w:b/>
      <w:bCs/>
    </w:rPr>
  </w:style>
  <w:style w:type="paragraph" w:styleId="Testofumetto">
    <w:name w:val="Balloon Text"/>
    <w:basedOn w:val="Normale"/>
    <w:semiHidden/>
    <w:rsid w:val="00185FC1"/>
    <w:rPr>
      <w:rFonts w:ascii="Tahoma" w:hAnsi="Tahoma" w:cs="Tahoma"/>
      <w:sz w:val="16"/>
      <w:szCs w:val="16"/>
    </w:rPr>
  </w:style>
  <w:style w:type="character" w:customStyle="1" w:styleId="StileMessaggioDiPostaElettronica24">
    <w:name w:val="StileMessaggioDiPostaElettronica241"/>
    <w:aliases w:val="StileMessaggioDiPostaElettronica241"/>
    <w:basedOn w:val="Carpredefinitoparagrafo"/>
    <w:semiHidden/>
    <w:personal/>
    <w:personalCompose/>
    <w:rsid w:val="00B16E5D"/>
    <w:rPr>
      <w:rFonts w:ascii="Arial" w:hAnsi="Arial" w:cs="Arial"/>
      <w:color w:val="auto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B43E5C"/>
    <w:rPr>
      <w:rFonts w:ascii="Arial" w:hAnsi="Arial"/>
      <w:sz w:val="22"/>
    </w:rPr>
  </w:style>
  <w:style w:type="paragraph" w:styleId="Paragrafoelenco">
    <w:name w:val="List Paragraph"/>
    <w:basedOn w:val="Normale"/>
    <w:uiPriority w:val="34"/>
    <w:qFormat/>
    <w:rsid w:val="005113BD"/>
    <w:pPr>
      <w:ind w:left="720"/>
      <w:contextualSpacing/>
    </w:pPr>
  </w:style>
  <w:style w:type="character" w:customStyle="1" w:styleId="xbe">
    <w:name w:val="_xbe"/>
    <w:basedOn w:val="Carpredefinitoparagrafo"/>
    <w:rsid w:val="005A2C71"/>
  </w:style>
  <w:style w:type="character" w:customStyle="1" w:styleId="Titolo1Carattere">
    <w:name w:val="Titolo 1 Carattere"/>
    <w:basedOn w:val="Carpredefinitoparagrafo"/>
    <w:link w:val="Titolo1"/>
    <w:rsid w:val="003F4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qFormat/>
    <w:rsid w:val="003F47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3F4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depensile@perlit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mailto:protezionealfuoco@perli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NUOVI%20RIFERIMENTI%202004\FAX\MASCHERA%20FAX%20PERLITE%202005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5C0E2-F47D-429F-8DA4-0234696E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MASCHERA FAX PERLITE 2005.dot</Template>
  <TotalTime>79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Data/Date:</vt:lpstr>
    </vt:vector>
  </TitlesOfParts>
  <Company>Microsoft</Company>
  <LinksUpToDate>false</LinksUpToDate>
  <CharactersWithSpaces>1185</CharactersWithSpaces>
  <SharedDoc>false</SharedDoc>
  <HLinks>
    <vt:vector size="12" baseType="variant">
      <vt:variant>
        <vt:i4>3145795</vt:i4>
      </vt:variant>
      <vt:variant>
        <vt:i4>0</vt:i4>
      </vt:variant>
      <vt:variant>
        <vt:i4>0</vt:i4>
      </vt:variant>
      <vt:variant>
        <vt:i4>5</vt:i4>
      </vt:variant>
      <vt:variant>
        <vt:lpwstr>mailto:maurizio.molli@perlite.it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mailto:sicurezza@perlite.it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Data/Date:</dc:title>
  <dc:creator>Molli</dc:creator>
  <cp:lastModifiedBy>AlessandroMaggioni</cp:lastModifiedBy>
  <cp:revision>28</cp:revision>
  <cp:lastPrinted>2016-10-07T14:35:00Z</cp:lastPrinted>
  <dcterms:created xsi:type="dcterms:W3CDTF">2016-10-07T14:35:00Z</dcterms:created>
  <dcterms:modified xsi:type="dcterms:W3CDTF">2019-11-04T17:02:00Z</dcterms:modified>
</cp:coreProperties>
</file>