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75B" w:rsidRDefault="003F475B" w:rsidP="003F475B">
      <w:pPr>
        <w:pStyle w:val="Titolo1"/>
      </w:pPr>
      <w:r>
        <w:t xml:space="preserve">VOCI </w:t>
      </w:r>
      <w:proofErr w:type="spellStart"/>
      <w:r>
        <w:t>DI</w:t>
      </w:r>
      <w:proofErr w:type="spellEnd"/>
      <w:r>
        <w:t xml:space="preserve"> CAPITOLATO </w:t>
      </w:r>
    </w:p>
    <w:p w:rsidR="003F475B" w:rsidRDefault="009F1E3B" w:rsidP="003F475B">
      <w:pPr>
        <w:pStyle w:val="Titolo1"/>
      </w:pPr>
      <w:r>
        <w:t>RIEMPIMENTI ALLEGGERITI</w:t>
      </w:r>
      <w:r w:rsidR="00A7272D">
        <w:t xml:space="preserve"> – SUPPORTO </w:t>
      </w:r>
      <w:r w:rsidR="00854088">
        <w:t>PERMEABILE</w:t>
      </w:r>
    </w:p>
    <w:p w:rsidR="003F475B" w:rsidRDefault="003F475B" w:rsidP="006E0476">
      <w:pPr>
        <w:spacing w:line="360" w:lineRule="auto"/>
        <w:ind w:right="206"/>
        <w:jc w:val="both"/>
        <w:rPr>
          <w:rFonts w:ascii="Arial" w:hAnsi="Arial" w:cs="Arial"/>
          <w:sz w:val="20"/>
          <w:szCs w:val="20"/>
        </w:rPr>
      </w:pPr>
    </w:p>
    <w:p w:rsidR="003F475B" w:rsidRDefault="009F1E3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 w:rsidRPr="009F1E3B">
        <w:rPr>
          <w:rFonts w:ascii="Arial" w:hAnsi="Arial" w:cs="Arial"/>
          <w:sz w:val="20"/>
          <w:szCs w:val="20"/>
        </w:rPr>
        <w:t xml:space="preserve">RIEMPIMENTO ALLEGGERITO con SACCONI </w:t>
      </w:r>
      <w:proofErr w:type="spellStart"/>
      <w:r w:rsidRPr="009F1E3B">
        <w:rPr>
          <w:rFonts w:ascii="Arial" w:hAnsi="Arial" w:cs="Arial"/>
          <w:sz w:val="20"/>
          <w:szCs w:val="20"/>
        </w:rPr>
        <w:t>DI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IGROPERLITE T0. I sacconi sono realizzati in tessuto non laminato in polipropilene e premuniti di asole per il sollevamento. I sacconi hanno capacità di contenere 1 m3 di materiale sfuso. Il riempimento è realizzato con IGROPERLITE T0. Granulometria variabile da 0 a 125 micron. Densità a caduta libera pari a 140-150 kg/m3 (± 15%) e densità compatta pari a 160-180 kg/m3 (± 15%). Conducibilità termica a secco pari a 0,054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. Classe di reazione al fuoco A1 (non combustibile). Il materiale ha PH compreso tra 6,5 e 7,5 ed è insolubile in acqua. Più strati di sacconi possono essere sovrapposti per raggiungere lo spessore desiderato. In caso di sovrapposizione, i sacconi devono essere </w:t>
      </w:r>
      <w:proofErr w:type="spellStart"/>
      <w:r w:rsidRPr="009F1E3B">
        <w:rPr>
          <w:rFonts w:ascii="Arial" w:hAnsi="Arial" w:cs="Arial"/>
          <w:sz w:val="20"/>
          <w:szCs w:val="20"/>
        </w:rPr>
        <w:t>sflalsati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nelle due direzioni del piano.</w:t>
      </w:r>
    </w:p>
    <w:p w:rsidR="009F1E3B" w:rsidRDefault="009F1E3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9F1E3B" w:rsidRDefault="009F1E3B" w:rsidP="003F475B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p w:rsidR="00D82B6E" w:rsidRPr="00B514E1" w:rsidRDefault="009F1E3B" w:rsidP="006E0476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Compensazione delle pendenze con materassini di </w:t>
      </w:r>
      <w:r w:rsidRPr="009F1E3B">
        <w:rPr>
          <w:rFonts w:ascii="Arial" w:hAnsi="Arial" w:cs="Arial"/>
          <w:sz w:val="20"/>
          <w:szCs w:val="20"/>
        </w:rPr>
        <w:t xml:space="preserve">IGROPERLITE (tipo T0, T1 o T2), prodotti e distribuiti dall'azienda PERLITE ITALIANA Srl. I materassini sono realizzati in feltro non tessuto </w:t>
      </w:r>
      <w:proofErr w:type="spellStart"/>
      <w:r w:rsidRPr="009F1E3B">
        <w:rPr>
          <w:rFonts w:ascii="Arial" w:hAnsi="Arial" w:cs="Arial"/>
          <w:sz w:val="20"/>
          <w:szCs w:val="20"/>
        </w:rPr>
        <w:t>geotessile</w:t>
      </w:r>
      <w:proofErr w:type="spellEnd"/>
      <w:r w:rsidRPr="009F1E3B">
        <w:rPr>
          <w:rFonts w:ascii="Arial" w:hAnsi="Arial" w:cs="Arial"/>
          <w:sz w:val="20"/>
          <w:szCs w:val="20"/>
        </w:rPr>
        <w:t xml:space="preserve"> in polistirene e contengono perlite espansa AGRILIT. Lo spessore dei materassini varia da un minimo di 5 cm ad un massimo di 20 cm. Massa volumica compresa tra 65 e 125 kg/m3. Conducibilità termica a secco pari a 0,05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>. Conducibilità termica a saturazione pari a 0,222 W/</w:t>
      </w:r>
      <w:proofErr w:type="spellStart"/>
      <w:r w:rsidRPr="009F1E3B">
        <w:rPr>
          <w:rFonts w:ascii="Arial" w:hAnsi="Arial" w:cs="Arial"/>
          <w:sz w:val="20"/>
          <w:szCs w:val="20"/>
        </w:rPr>
        <w:t>mK</w:t>
      </w:r>
      <w:proofErr w:type="spellEnd"/>
      <w:r w:rsidRPr="009F1E3B">
        <w:rPr>
          <w:rFonts w:ascii="Arial" w:hAnsi="Arial" w:cs="Arial"/>
          <w:sz w:val="20"/>
          <w:szCs w:val="20"/>
        </w:rPr>
        <w:t>. Granulometria variabile da 0,1 a 5 mm. Più strati possono essere sovrapposti in funzione dello spessore e dell’accumulo idrico necessari.</w:t>
      </w:r>
    </w:p>
    <w:p w:rsidR="00E1088A" w:rsidRPr="009F1E3B" w:rsidRDefault="00E1088A" w:rsidP="00D82B6E">
      <w:pPr>
        <w:spacing w:line="360" w:lineRule="auto"/>
        <w:ind w:right="206" w:firstLine="567"/>
        <w:jc w:val="both"/>
        <w:rPr>
          <w:rFonts w:ascii="Arial" w:hAnsi="Arial" w:cs="Arial"/>
          <w:sz w:val="20"/>
          <w:szCs w:val="20"/>
        </w:rPr>
      </w:pPr>
    </w:p>
    <w:sectPr w:rsidR="00E1088A" w:rsidRPr="009F1E3B" w:rsidSect="00B8572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1440" w:bottom="726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80B" w:rsidRDefault="0097680B">
      <w:r>
        <w:separator/>
      </w:r>
    </w:p>
  </w:endnote>
  <w:endnote w:type="continuationSeparator" w:id="0">
    <w:p w:rsidR="0097680B" w:rsidRDefault="00976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3F475B" w:rsidP="003F475B">
    <w:pPr>
      <w:pStyle w:val="Pidipagina"/>
    </w:pPr>
    <w:r>
      <w:t xml:space="preserve">Assistenza tecnica: </w:t>
    </w:r>
    <w:hyperlink r:id="rId1" w:history="1">
      <w:r w:rsidRPr="00E04051">
        <w:rPr>
          <w:rStyle w:val="Collegamentoipertestuale"/>
        </w:rPr>
        <w:t>verdepensile@perlite.it</w:t>
      </w:r>
    </w:hyperlink>
    <w:r>
      <w:t xml:space="preserve"> </w:t>
    </w:r>
    <w:r w:rsidR="000D1D50">
      <w:rPr>
        <w:noProof/>
      </w:rPr>
      <w:drawing>
        <wp:anchor distT="0" distB="0" distL="114300" distR="114300" simplePos="0" relativeHeight="251676160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6" name="Immagine 17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5136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8" name="Immagine 16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0" name="Immagine 15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1D50">
      <w:rPr>
        <w:noProof/>
      </w:rPr>
      <w:drawing>
        <wp:anchor distT="0" distB="0" distL="114300" distR="114300" simplePos="0" relativeHeight="251673088" behindDoc="1" locked="0" layoutInCell="1" allowOverlap="1">
          <wp:simplePos x="0" y="0"/>
          <wp:positionH relativeFrom="column">
            <wp:posOffset>454660</wp:posOffset>
          </wp:positionH>
          <wp:positionV relativeFrom="paragraph">
            <wp:posOffset>9677400</wp:posOffset>
          </wp:positionV>
          <wp:extent cx="7002145" cy="863600"/>
          <wp:effectExtent l="19050" t="0" r="8255" b="0"/>
          <wp:wrapNone/>
          <wp:docPr id="11" name="Immagine 14" descr="Foglio lettera ag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Foglio lettera ag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014" r="6084"/>
                  <a:stretch>
                    <a:fillRect/>
                  </a:stretch>
                </pic:blipFill>
                <pic:spPr bwMode="auto">
                  <a:xfrm>
                    <a:off x="0" y="0"/>
                    <a:ext cx="7002145" cy="863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80B" w:rsidRDefault="0097680B">
      <w:r>
        <w:separator/>
      </w:r>
    </w:p>
  </w:footnote>
  <w:footnote w:type="continuationSeparator" w:id="0">
    <w:p w:rsidR="0097680B" w:rsidRDefault="009768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116D04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68992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1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116D04">
    <w:pPr>
      <w:jc w:val="right"/>
      <w:rPr>
        <w:rFonts w:asciiTheme="minorHAnsi" w:hAnsiTheme="minorHAnsi" w:cs="Arial"/>
        <w:color w:val="000099"/>
        <w:sz w:val="30"/>
        <w:szCs w:val="30"/>
      </w:rPr>
    </w:pPr>
  </w:p>
  <w:p w:rsidR="000D1D50" w:rsidRDefault="000D1D50" w:rsidP="00B8572F">
    <w:pPr>
      <w:pStyle w:val="Intestazione"/>
      <w:rPr>
        <w:b/>
      </w:rPr>
    </w:pPr>
  </w:p>
  <w:p w:rsidR="000D1D50" w:rsidRDefault="000D1D50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D50" w:rsidRDefault="000D1D50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  <w:r>
      <w:rPr>
        <w:rFonts w:ascii="Bookman Old Style" w:hAnsi="Bookman Old Style" w:cs="Arial"/>
        <w:b/>
        <w:noProof/>
        <w:color w:val="000099"/>
        <w:sz w:val="36"/>
        <w:szCs w:val="36"/>
      </w:rPr>
      <w:drawing>
        <wp:anchor distT="0" distB="0" distL="114300" distR="114300" simplePos="0" relativeHeight="251671040" behindDoc="1" locked="0" layoutInCell="1" allowOverlap="1">
          <wp:simplePos x="0" y="0"/>
          <wp:positionH relativeFrom="column">
            <wp:posOffset>-842187</wp:posOffset>
          </wp:positionH>
          <wp:positionV relativeFrom="paragraph">
            <wp:posOffset>-418317</wp:posOffset>
          </wp:positionV>
          <wp:extent cx="7560694" cy="1339702"/>
          <wp:effectExtent l="19050" t="0" r="2156" b="0"/>
          <wp:wrapNone/>
          <wp:docPr id="3" name="Immagine 13" descr="testata carta nuo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testata carta nuov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1580" cy="13398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F475B" w:rsidRDefault="003F475B" w:rsidP="000D1D50">
    <w:pPr>
      <w:jc w:val="right"/>
      <w:rPr>
        <w:rFonts w:ascii="Bookman Old Style" w:hAnsi="Bookman Old Style" w:cs="Arial"/>
        <w:b/>
        <w:color w:val="000099"/>
        <w:sz w:val="36"/>
        <w:szCs w:val="36"/>
      </w:rPr>
    </w:pPr>
  </w:p>
  <w:p w:rsidR="000D1D50" w:rsidRDefault="000D1D50" w:rsidP="008C6383">
    <w:pPr>
      <w:pStyle w:val="Intestazione"/>
    </w:pPr>
  </w:p>
  <w:p w:rsidR="000D1D50" w:rsidRDefault="000D1D50" w:rsidP="008C63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5E7B"/>
    <w:multiLevelType w:val="hybridMultilevel"/>
    <w:tmpl w:val="4F7CB016"/>
    <w:lvl w:ilvl="0" w:tplc="11564D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8608B"/>
    <w:multiLevelType w:val="hybridMultilevel"/>
    <w:tmpl w:val="BB24CE20"/>
    <w:lvl w:ilvl="0" w:tplc="B4DCF5B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53411"/>
    <w:multiLevelType w:val="hybridMultilevel"/>
    <w:tmpl w:val="FE1053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6775B"/>
    <w:multiLevelType w:val="hybridMultilevel"/>
    <w:tmpl w:val="9A8A2A1E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7404F9"/>
    <w:multiLevelType w:val="hybridMultilevel"/>
    <w:tmpl w:val="FBF69D1A"/>
    <w:lvl w:ilvl="0" w:tplc="0410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A2FA8"/>
    <w:multiLevelType w:val="hybridMultilevel"/>
    <w:tmpl w:val="F06E6B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864463"/>
    <w:multiLevelType w:val="hybridMultilevel"/>
    <w:tmpl w:val="7AB4CD8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2D025BE"/>
    <w:multiLevelType w:val="hybridMultilevel"/>
    <w:tmpl w:val="C788656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2D14A33"/>
    <w:multiLevelType w:val="hybridMultilevel"/>
    <w:tmpl w:val="B5DE7D0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507A3"/>
    <w:multiLevelType w:val="hybridMultilevel"/>
    <w:tmpl w:val="65C830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77628E"/>
    <w:multiLevelType w:val="hybridMultilevel"/>
    <w:tmpl w:val="4E66F41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4E414C"/>
    <w:multiLevelType w:val="hybridMultilevel"/>
    <w:tmpl w:val="7B12E72E"/>
    <w:lvl w:ilvl="0" w:tplc="62CEFE12">
      <w:start w:val="1"/>
      <w:numFmt w:val="decimalZero"/>
      <w:lvlText w:val="%1-"/>
      <w:lvlJc w:val="left"/>
      <w:pPr>
        <w:ind w:left="1080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B16D08"/>
    <w:multiLevelType w:val="hybridMultilevel"/>
    <w:tmpl w:val="33105A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38785E"/>
    <w:multiLevelType w:val="hybridMultilevel"/>
    <w:tmpl w:val="FE8CC8B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B1B0B8E"/>
    <w:multiLevelType w:val="hybridMultilevel"/>
    <w:tmpl w:val="12209DB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4C856139"/>
    <w:multiLevelType w:val="hybridMultilevel"/>
    <w:tmpl w:val="34C60414"/>
    <w:lvl w:ilvl="0" w:tplc="0410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6">
    <w:nsid w:val="549D44AA"/>
    <w:multiLevelType w:val="hybridMultilevel"/>
    <w:tmpl w:val="214A716C"/>
    <w:lvl w:ilvl="0" w:tplc="FDBA4F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AB11F0"/>
    <w:multiLevelType w:val="hybridMultilevel"/>
    <w:tmpl w:val="5CF23834"/>
    <w:lvl w:ilvl="0" w:tplc="B5F6210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57249"/>
    <w:multiLevelType w:val="hybridMultilevel"/>
    <w:tmpl w:val="71BE0C12"/>
    <w:lvl w:ilvl="0" w:tplc="04100001">
      <w:start w:val="1"/>
      <w:numFmt w:val="bullet"/>
      <w:lvlText w:val=""/>
      <w:lvlJc w:val="left"/>
      <w:pPr>
        <w:tabs>
          <w:tab w:val="num" w:pos="1248"/>
        </w:tabs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68"/>
        </w:tabs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688"/>
        </w:tabs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08"/>
        </w:tabs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28"/>
        </w:tabs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48"/>
        </w:tabs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68"/>
        </w:tabs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88"/>
        </w:tabs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08"/>
        </w:tabs>
        <w:ind w:left="7008" w:hanging="360"/>
      </w:pPr>
      <w:rPr>
        <w:rFonts w:ascii="Wingdings" w:hAnsi="Wingdings" w:hint="default"/>
      </w:rPr>
    </w:lvl>
  </w:abstractNum>
  <w:abstractNum w:abstractNumId="19">
    <w:nsid w:val="683B5F5E"/>
    <w:multiLevelType w:val="hybridMultilevel"/>
    <w:tmpl w:val="A7DC1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A578C9"/>
    <w:multiLevelType w:val="hybridMultilevel"/>
    <w:tmpl w:val="088EACE8"/>
    <w:lvl w:ilvl="0" w:tplc="0410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4E50F5"/>
    <w:multiLevelType w:val="hybridMultilevel"/>
    <w:tmpl w:val="30E075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AF5925"/>
    <w:multiLevelType w:val="hybridMultilevel"/>
    <w:tmpl w:val="BACA6F0C"/>
    <w:lvl w:ilvl="0" w:tplc="7918F37E">
      <w:start w:val="1"/>
      <w:numFmt w:val="decimalZero"/>
      <w:lvlText w:val="%1."/>
      <w:lvlJc w:val="left"/>
      <w:pPr>
        <w:ind w:left="1287" w:hanging="720"/>
      </w:pPr>
      <w:rPr>
        <w:rFonts w:hint="default"/>
        <w:color w:val="365F91" w:themeColor="accent1" w:themeShade="BF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12621BE"/>
    <w:multiLevelType w:val="hybridMultilevel"/>
    <w:tmpl w:val="7DAA60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D91250"/>
    <w:multiLevelType w:val="hybridMultilevel"/>
    <w:tmpl w:val="18EED4B4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45729F0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6A57932"/>
    <w:multiLevelType w:val="hybridMultilevel"/>
    <w:tmpl w:val="53D463F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5642D"/>
    <w:multiLevelType w:val="hybridMultilevel"/>
    <w:tmpl w:val="AE849270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B1C40AA"/>
    <w:multiLevelType w:val="hybridMultilevel"/>
    <w:tmpl w:val="E57C85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217BD2"/>
    <w:multiLevelType w:val="hybridMultilevel"/>
    <w:tmpl w:val="D6089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E3E5664"/>
    <w:multiLevelType w:val="hybridMultilevel"/>
    <w:tmpl w:val="29AABB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7EFD01A5"/>
    <w:multiLevelType w:val="hybridMultilevel"/>
    <w:tmpl w:val="F60CD392"/>
    <w:lvl w:ilvl="0" w:tplc="F80EFA5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0"/>
  </w:num>
  <w:num w:numId="4">
    <w:abstractNumId w:val="24"/>
  </w:num>
  <w:num w:numId="5">
    <w:abstractNumId w:val="14"/>
  </w:num>
  <w:num w:numId="6">
    <w:abstractNumId w:val="2"/>
  </w:num>
  <w:num w:numId="7">
    <w:abstractNumId w:val="28"/>
  </w:num>
  <w:num w:numId="8">
    <w:abstractNumId w:val="9"/>
  </w:num>
  <w:num w:numId="9">
    <w:abstractNumId w:val="18"/>
  </w:num>
  <w:num w:numId="10">
    <w:abstractNumId w:val="20"/>
  </w:num>
  <w:num w:numId="11">
    <w:abstractNumId w:val="6"/>
  </w:num>
  <w:num w:numId="12">
    <w:abstractNumId w:val="3"/>
  </w:num>
  <w:num w:numId="13">
    <w:abstractNumId w:val="23"/>
  </w:num>
  <w:num w:numId="14">
    <w:abstractNumId w:val="8"/>
  </w:num>
  <w:num w:numId="15">
    <w:abstractNumId w:val="5"/>
  </w:num>
  <w:num w:numId="16">
    <w:abstractNumId w:val="26"/>
  </w:num>
  <w:num w:numId="17">
    <w:abstractNumId w:val="7"/>
  </w:num>
  <w:num w:numId="18">
    <w:abstractNumId w:val="25"/>
  </w:num>
  <w:num w:numId="19">
    <w:abstractNumId w:val="29"/>
  </w:num>
  <w:num w:numId="20">
    <w:abstractNumId w:val="15"/>
  </w:num>
  <w:num w:numId="21">
    <w:abstractNumId w:val="19"/>
  </w:num>
  <w:num w:numId="22">
    <w:abstractNumId w:val="21"/>
  </w:num>
  <w:num w:numId="23">
    <w:abstractNumId w:val="12"/>
  </w:num>
  <w:num w:numId="24">
    <w:abstractNumId w:val="17"/>
  </w:num>
  <w:num w:numId="25">
    <w:abstractNumId w:val="27"/>
  </w:num>
  <w:num w:numId="26">
    <w:abstractNumId w:val="4"/>
  </w:num>
  <w:num w:numId="27">
    <w:abstractNumId w:val="0"/>
  </w:num>
  <w:num w:numId="28">
    <w:abstractNumId w:val="1"/>
  </w:num>
  <w:num w:numId="29">
    <w:abstractNumId w:val="22"/>
  </w:num>
  <w:num w:numId="30">
    <w:abstractNumId w:val="11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stylePaneFormatFilter w:val="3F01"/>
  <w:defaultTabStop w:val="708"/>
  <w:hyphenationZone w:val="283"/>
  <w:noPunctuationKerning/>
  <w:characterSpacingControl w:val="doNotCompress"/>
  <w:hdrShapeDefaults>
    <o:shapedefaults v:ext="edit" spidmax="69634">
      <o:colormru v:ext="edit" colors="#ddd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/>
  <w:rsids>
    <w:rsidRoot w:val="00067F25"/>
    <w:rsid w:val="00003B22"/>
    <w:rsid w:val="00006533"/>
    <w:rsid w:val="0000704E"/>
    <w:rsid w:val="00020198"/>
    <w:rsid w:val="00020407"/>
    <w:rsid w:val="000226AE"/>
    <w:rsid w:val="00023C2B"/>
    <w:rsid w:val="00026C06"/>
    <w:rsid w:val="00034FD4"/>
    <w:rsid w:val="0003723F"/>
    <w:rsid w:val="0004505D"/>
    <w:rsid w:val="00046256"/>
    <w:rsid w:val="00046B9B"/>
    <w:rsid w:val="0005763B"/>
    <w:rsid w:val="00061149"/>
    <w:rsid w:val="00061C13"/>
    <w:rsid w:val="00067D93"/>
    <w:rsid w:val="00067F25"/>
    <w:rsid w:val="00067F76"/>
    <w:rsid w:val="00072F13"/>
    <w:rsid w:val="00077313"/>
    <w:rsid w:val="0008370D"/>
    <w:rsid w:val="00083DBF"/>
    <w:rsid w:val="00085312"/>
    <w:rsid w:val="0008685B"/>
    <w:rsid w:val="00090611"/>
    <w:rsid w:val="000941BA"/>
    <w:rsid w:val="00095D29"/>
    <w:rsid w:val="0009684D"/>
    <w:rsid w:val="000A0CB0"/>
    <w:rsid w:val="000C1F8D"/>
    <w:rsid w:val="000C593D"/>
    <w:rsid w:val="000D1D50"/>
    <w:rsid w:val="000D3A80"/>
    <w:rsid w:val="000D542F"/>
    <w:rsid w:val="000E08A4"/>
    <w:rsid w:val="000E1227"/>
    <w:rsid w:val="000E1E01"/>
    <w:rsid w:val="000E49FE"/>
    <w:rsid w:val="000F0AB6"/>
    <w:rsid w:val="000F18BD"/>
    <w:rsid w:val="000F4AD7"/>
    <w:rsid w:val="00101E3B"/>
    <w:rsid w:val="00102CDB"/>
    <w:rsid w:val="001050A6"/>
    <w:rsid w:val="00116D04"/>
    <w:rsid w:val="00125FEB"/>
    <w:rsid w:val="001275E0"/>
    <w:rsid w:val="001342D4"/>
    <w:rsid w:val="0013488A"/>
    <w:rsid w:val="00135298"/>
    <w:rsid w:val="0013688D"/>
    <w:rsid w:val="00140219"/>
    <w:rsid w:val="00140F93"/>
    <w:rsid w:val="001419E7"/>
    <w:rsid w:val="00150881"/>
    <w:rsid w:val="00150C61"/>
    <w:rsid w:val="00154B19"/>
    <w:rsid w:val="001629E8"/>
    <w:rsid w:val="00163E6D"/>
    <w:rsid w:val="001664B7"/>
    <w:rsid w:val="001670D3"/>
    <w:rsid w:val="0017263D"/>
    <w:rsid w:val="00173B4F"/>
    <w:rsid w:val="00175964"/>
    <w:rsid w:val="00185FC1"/>
    <w:rsid w:val="00191D12"/>
    <w:rsid w:val="0019334E"/>
    <w:rsid w:val="001939E4"/>
    <w:rsid w:val="001947A9"/>
    <w:rsid w:val="0019492A"/>
    <w:rsid w:val="00197F69"/>
    <w:rsid w:val="001A025C"/>
    <w:rsid w:val="001A4F4F"/>
    <w:rsid w:val="001A505F"/>
    <w:rsid w:val="001B1F02"/>
    <w:rsid w:val="001B4729"/>
    <w:rsid w:val="001B5840"/>
    <w:rsid w:val="001C0279"/>
    <w:rsid w:val="001C0A2A"/>
    <w:rsid w:val="001C5095"/>
    <w:rsid w:val="001E291F"/>
    <w:rsid w:val="001E32DF"/>
    <w:rsid w:val="001E3609"/>
    <w:rsid w:val="001F082E"/>
    <w:rsid w:val="001F4182"/>
    <w:rsid w:val="00200081"/>
    <w:rsid w:val="002009CE"/>
    <w:rsid w:val="00202D94"/>
    <w:rsid w:val="00211B04"/>
    <w:rsid w:val="00222F5D"/>
    <w:rsid w:val="00223A4F"/>
    <w:rsid w:val="002354A8"/>
    <w:rsid w:val="002426A4"/>
    <w:rsid w:val="00244C9C"/>
    <w:rsid w:val="0024731A"/>
    <w:rsid w:val="00251274"/>
    <w:rsid w:val="00251AAB"/>
    <w:rsid w:val="00251B8C"/>
    <w:rsid w:val="00257BCF"/>
    <w:rsid w:val="00263359"/>
    <w:rsid w:val="002635E7"/>
    <w:rsid w:val="002703A0"/>
    <w:rsid w:val="00274E53"/>
    <w:rsid w:val="002767A3"/>
    <w:rsid w:val="00276BA6"/>
    <w:rsid w:val="00277897"/>
    <w:rsid w:val="00284811"/>
    <w:rsid w:val="002848D1"/>
    <w:rsid w:val="002865E5"/>
    <w:rsid w:val="002872C6"/>
    <w:rsid w:val="002914F7"/>
    <w:rsid w:val="00291B84"/>
    <w:rsid w:val="00291BD1"/>
    <w:rsid w:val="00293D44"/>
    <w:rsid w:val="00297384"/>
    <w:rsid w:val="002A3764"/>
    <w:rsid w:val="002A49F9"/>
    <w:rsid w:val="002A50F8"/>
    <w:rsid w:val="002A70AA"/>
    <w:rsid w:val="002B4656"/>
    <w:rsid w:val="002B55A8"/>
    <w:rsid w:val="002C1CBC"/>
    <w:rsid w:val="002C46E9"/>
    <w:rsid w:val="002C64A9"/>
    <w:rsid w:val="002D0B13"/>
    <w:rsid w:val="002D2457"/>
    <w:rsid w:val="002D4A58"/>
    <w:rsid w:val="002D5692"/>
    <w:rsid w:val="002E3999"/>
    <w:rsid w:val="002E4DE8"/>
    <w:rsid w:val="002F3ABA"/>
    <w:rsid w:val="00305F85"/>
    <w:rsid w:val="00307F84"/>
    <w:rsid w:val="00314D4A"/>
    <w:rsid w:val="00316F78"/>
    <w:rsid w:val="00323E51"/>
    <w:rsid w:val="003251A1"/>
    <w:rsid w:val="003252ED"/>
    <w:rsid w:val="00326125"/>
    <w:rsid w:val="00326A62"/>
    <w:rsid w:val="003326C0"/>
    <w:rsid w:val="003349E8"/>
    <w:rsid w:val="003358D5"/>
    <w:rsid w:val="00341CB4"/>
    <w:rsid w:val="0034207D"/>
    <w:rsid w:val="00344358"/>
    <w:rsid w:val="003446B1"/>
    <w:rsid w:val="00345CE8"/>
    <w:rsid w:val="0034611C"/>
    <w:rsid w:val="00346600"/>
    <w:rsid w:val="00347075"/>
    <w:rsid w:val="003626D1"/>
    <w:rsid w:val="00362B30"/>
    <w:rsid w:val="003652A6"/>
    <w:rsid w:val="00365CD1"/>
    <w:rsid w:val="00372DF7"/>
    <w:rsid w:val="00373415"/>
    <w:rsid w:val="00376FE8"/>
    <w:rsid w:val="0038009D"/>
    <w:rsid w:val="00383D47"/>
    <w:rsid w:val="00385138"/>
    <w:rsid w:val="003862C5"/>
    <w:rsid w:val="003874F1"/>
    <w:rsid w:val="00390CFB"/>
    <w:rsid w:val="003922F3"/>
    <w:rsid w:val="00395145"/>
    <w:rsid w:val="00397E7A"/>
    <w:rsid w:val="003A13A8"/>
    <w:rsid w:val="003A13AB"/>
    <w:rsid w:val="003A28FC"/>
    <w:rsid w:val="003A2A9B"/>
    <w:rsid w:val="003A39A5"/>
    <w:rsid w:val="003A47AC"/>
    <w:rsid w:val="003B0220"/>
    <w:rsid w:val="003B2003"/>
    <w:rsid w:val="003B6A7F"/>
    <w:rsid w:val="003B7A2B"/>
    <w:rsid w:val="003C39CF"/>
    <w:rsid w:val="003C6AEF"/>
    <w:rsid w:val="003E12F5"/>
    <w:rsid w:val="003E2A34"/>
    <w:rsid w:val="003E2FC8"/>
    <w:rsid w:val="003E6EF1"/>
    <w:rsid w:val="003F16A2"/>
    <w:rsid w:val="003F475B"/>
    <w:rsid w:val="003F5672"/>
    <w:rsid w:val="003F6DA3"/>
    <w:rsid w:val="004019FF"/>
    <w:rsid w:val="00403410"/>
    <w:rsid w:val="0040549B"/>
    <w:rsid w:val="00410EC2"/>
    <w:rsid w:val="0041263C"/>
    <w:rsid w:val="004201E3"/>
    <w:rsid w:val="00422E74"/>
    <w:rsid w:val="0042437B"/>
    <w:rsid w:val="0042474E"/>
    <w:rsid w:val="00430F0F"/>
    <w:rsid w:val="004321F7"/>
    <w:rsid w:val="00436D83"/>
    <w:rsid w:val="0044013F"/>
    <w:rsid w:val="00440211"/>
    <w:rsid w:val="00440254"/>
    <w:rsid w:val="00440C0F"/>
    <w:rsid w:val="00441C6B"/>
    <w:rsid w:val="00442716"/>
    <w:rsid w:val="004527F8"/>
    <w:rsid w:val="00454401"/>
    <w:rsid w:val="00454A56"/>
    <w:rsid w:val="00460607"/>
    <w:rsid w:val="00460DA7"/>
    <w:rsid w:val="0046439F"/>
    <w:rsid w:val="00466376"/>
    <w:rsid w:val="00473D68"/>
    <w:rsid w:val="004744FF"/>
    <w:rsid w:val="004831DB"/>
    <w:rsid w:val="004859AB"/>
    <w:rsid w:val="004918E1"/>
    <w:rsid w:val="00491C8F"/>
    <w:rsid w:val="00495206"/>
    <w:rsid w:val="004965D1"/>
    <w:rsid w:val="004A0408"/>
    <w:rsid w:val="004A2C1D"/>
    <w:rsid w:val="004A6810"/>
    <w:rsid w:val="004A723B"/>
    <w:rsid w:val="004B06A3"/>
    <w:rsid w:val="004B38A4"/>
    <w:rsid w:val="004C5A4D"/>
    <w:rsid w:val="004C62D5"/>
    <w:rsid w:val="004D1CE9"/>
    <w:rsid w:val="004D5887"/>
    <w:rsid w:val="004D6042"/>
    <w:rsid w:val="004E05D6"/>
    <w:rsid w:val="004E21FA"/>
    <w:rsid w:val="004F24F9"/>
    <w:rsid w:val="004F7CB0"/>
    <w:rsid w:val="0050181B"/>
    <w:rsid w:val="00504C4C"/>
    <w:rsid w:val="00506862"/>
    <w:rsid w:val="00507CFB"/>
    <w:rsid w:val="005113BD"/>
    <w:rsid w:val="005118D1"/>
    <w:rsid w:val="00511F4B"/>
    <w:rsid w:val="00512911"/>
    <w:rsid w:val="0051370E"/>
    <w:rsid w:val="00513BE4"/>
    <w:rsid w:val="00515458"/>
    <w:rsid w:val="00516B8C"/>
    <w:rsid w:val="00520336"/>
    <w:rsid w:val="0052160A"/>
    <w:rsid w:val="005225CC"/>
    <w:rsid w:val="00522EFB"/>
    <w:rsid w:val="00523F1E"/>
    <w:rsid w:val="005268A1"/>
    <w:rsid w:val="00532099"/>
    <w:rsid w:val="005335DE"/>
    <w:rsid w:val="00536FBD"/>
    <w:rsid w:val="00537D03"/>
    <w:rsid w:val="00540F13"/>
    <w:rsid w:val="005410C5"/>
    <w:rsid w:val="00550353"/>
    <w:rsid w:val="0055120E"/>
    <w:rsid w:val="0055502A"/>
    <w:rsid w:val="00555EDD"/>
    <w:rsid w:val="0055735C"/>
    <w:rsid w:val="005611A9"/>
    <w:rsid w:val="00562C5A"/>
    <w:rsid w:val="00563DC7"/>
    <w:rsid w:val="00564EF4"/>
    <w:rsid w:val="00577086"/>
    <w:rsid w:val="00586573"/>
    <w:rsid w:val="005866DB"/>
    <w:rsid w:val="00591098"/>
    <w:rsid w:val="00591C96"/>
    <w:rsid w:val="00593B72"/>
    <w:rsid w:val="00594574"/>
    <w:rsid w:val="00595E06"/>
    <w:rsid w:val="00596264"/>
    <w:rsid w:val="005A2A31"/>
    <w:rsid w:val="005A2C71"/>
    <w:rsid w:val="005B2BAA"/>
    <w:rsid w:val="005B4C92"/>
    <w:rsid w:val="005B5F66"/>
    <w:rsid w:val="005D00BC"/>
    <w:rsid w:val="005E09FC"/>
    <w:rsid w:val="005E31A4"/>
    <w:rsid w:val="005E66AD"/>
    <w:rsid w:val="005E6E42"/>
    <w:rsid w:val="005E792C"/>
    <w:rsid w:val="005F1F79"/>
    <w:rsid w:val="005F426E"/>
    <w:rsid w:val="005F47A8"/>
    <w:rsid w:val="00600F3F"/>
    <w:rsid w:val="006017B4"/>
    <w:rsid w:val="00606B12"/>
    <w:rsid w:val="00612921"/>
    <w:rsid w:val="00615172"/>
    <w:rsid w:val="0062291A"/>
    <w:rsid w:val="006236C3"/>
    <w:rsid w:val="006240BE"/>
    <w:rsid w:val="006301D5"/>
    <w:rsid w:val="006333CC"/>
    <w:rsid w:val="00633E59"/>
    <w:rsid w:val="00634651"/>
    <w:rsid w:val="0063625A"/>
    <w:rsid w:val="00652DBD"/>
    <w:rsid w:val="00654FD8"/>
    <w:rsid w:val="00655B01"/>
    <w:rsid w:val="00656759"/>
    <w:rsid w:val="00663866"/>
    <w:rsid w:val="00681110"/>
    <w:rsid w:val="0068468F"/>
    <w:rsid w:val="00684745"/>
    <w:rsid w:val="00684DBE"/>
    <w:rsid w:val="00685660"/>
    <w:rsid w:val="0068661E"/>
    <w:rsid w:val="00686BEF"/>
    <w:rsid w:val="0069162C"/>
    <w:rsid w:val="006A1B26"/>
    <w:rsid w:val="006B6131"/>
    <w:rsid w:val="006C192E"/>
    <w:rsid w:val="006C3835"/>
    <w:rsid w:val="006C72AE"/>
    <w:rsid w:val="006D5F2C"/>
    <w:rsid w:val="006D6B3C"/>
    <w:rsid w:val="006D78BC"/>
    <w:rsid w:val="006E0476"/>
    <w:rsid w:val="006E04B8"/>
    <w:rsid w:val="006E186F"/>
    <w:rsid w:val="006E24E9"/>
    <w:rsid w:val="006E593A"/>
    <w:rsid w:val="006F43ED"/>
    <w:rsid w:val="006F4FA9"/>
    <w:rsid w:val="0070168E"/>
    <w:rsid w:val="0070637D"/>
    <w:rsid w:val="00710292"/>
    <w:rsid w:val="00710E70"/>
    <w:rsid w:val="00715D23"/>
    <w:rsid w:val="007221D9"/>
    <w:rsid w:val="007229E6"/>
    <w:rsid w:val="00731D29"/>
    <w:rsid w:val="007328C2"/>
    <w:rsid w:val="007354C4"/>
    <w:rsid w:val="00737DB3"/>
    <w:rsid w:val="00740597"/>
    <w:rsid w:val="00742AE9"/>
    <w:rsid w:val="00750825"/>
    <w:rsid w:val="00751E49"/>
    <w:rsid w:val="00756499"/>
    <w:rsid w:val="00756B2C"/>
    <w:rsid w:val="007571AB"/>
    <w:rsid w:val="007629A5"/>
    <w:rsid w:val="0076380F"/>
    <w:rsid w:val="00766BC9"/>
    <w:rsid w:val="00770417"/>
    <w:rsid w:val="00774BDF"/>
    <w:rsid w:val="00775820"/>
    <w:rsid w:val="00780507"/>
    <w:rsid w:val="00781B49"/>
    <w:rsid w:val="00782F1C"/>
    <w:rsid w:val="00783FBD"/>
    <w:rsid w:val="00793FE1"/>
    <w:rsid w:val="00796974"/>
    <w:rsid w:val="007A0CEE"/>
    <w:rsid w:val="007A1F93"/>
    <w:rsid w:val="007A2453"/>
    <w:rsid w:val="007A252A"/>
    <w:rsid w:val="007A68E6"/>
    <w:rsid w:val="007A6C9D"/>
    <w:rsid w:val="007B4AB4"/>
    <w:rsid w:val="007C47C9"/>
    <w:rsid w:val="007C48C9"/>
    <w:rsid w:val="007D16A0"/>
    <w:rsid w:val="007D2CDD"/>
    <w:rsid w:val="007D5371"/>
    <w:rsid w:val="007E0DDA"/>
    <w:rsid w:val="007E1FF1"/>
    <w:rsid w:val="007E35A5"/>
    <w:rsid w:val="007E6EEE"/>
    <w:rsid w:val="007E7498"/>
    <w:rsid w:val="007F0CE6"/>
    <w:rsid w:val="007F56E2"/>
    <w:rsid w:val="008009A2"/>
    <w:rsid w:val="00801C5F"/>
    <w:rsid w:val="00803610"/>
    <w:rsid w:val="008038E0"/>
    <w:rsid w:val="008057AA"/>
    <w:rsid w:val="008064B9"/>
    <w:rsid w:val="00811BD2"/>
    <w:rsid w:val="00812EB1"/>
    <w:rsid w:val="00814B44"/>
    <w:rsid w:val="0081580B"/>
    <w:rsid w:val="008222A3"/>
    <w:rsid w:val="00822967"/>
    <w:rsid w:val="008274A4"/>
    <w:rsid w:val="00840ACE"/>
    <w:rsid w:val="00840B35"/>
    <w:rsid w:val="008453AF"/>
    <w:rsid w:val="0084556D"/>
    <w:rsid w:val="0084788A"/>
    <w:rsid w:val="008510ED"/>
    <w:rsid w:val="00851235"/>
    <w:rsid w:val="00853590"/>
    <w:rsid w:val="00854088"/>
    <w:rsid w:val="00855DDE"/>
    <w:rsid w:val="008600DC"/>
    <w:rsid w:val="00866FE7"/>
    <w:rsid w:val="0087035B"/>
    <w:rsid w:val="008715B8"/>
    <w:rsid w:val="008718A6"/>
    <w:rsid w:val="00871BF6"/>
    <w:rsid w:val="00873B45"/>
    <w:rsid w:val="0088168D"/>
    <w:rsid w:val="008944D2"/>
    <w:rsid w:val="008A0A73"/>
    <w:rsid w:val="008A0E92"/>
    <w:rsid w:val="008B2B2B"/>
    <w:rsid w:val="008B6053"/>
    <w:rsid w:val="008B7F95"/>
    <w:rsid w:val="008C4CA9"/>
    <w:rsid w:val="008C6383"/>
    <w:rsid w:val="008C7D1D"/>
    <w:rsid w:val="008D31D9"/>
    <w:rsid w:val="008D3B0B"/>
    <w:rsid w:val="008D5B4A"/>
    <w:rsid w:val="008E2296"/>
    <w:rsid w:val="008E3458"/>
    <w:rsid w:val="008E5477"/>
    <w:rsid w:val="008F13D4"/>
    <w:rsid w:val="00904390"/>
    <w:rsid w:val="00905B89"/>
    <w:rsid w:val="009067CD"/>
    <w:rsid w:val="009102BD"/>
    <w:rsid w:val="009121AD"/>
    <w:rsid w:val="00913407"/>
    <w:rsid w:val="00914EAD"/>
    <w:rsid w:val="009164E1"/>
    <w:rsid w:val="009169DC"/>
    <w:rsid w:val="00927EA9"/>
    <w:rsid w:val="009306B0"/>
    <w:rsid w:val="00930A06"/>
    <w:rsid w:val="0093224D"/>
    <w:rsid w:val="00933817"/>
    <w:rsid w:val="00936670"/>
    <w:rsid w:val="00936D5B"/>
    <w:rsid w:val="009373CB"/>
    <w:rsid w:val="00940B68"/>
    <w:rsid w:val="00940FB1"/>
    <w:rsid w:val="00942AA3"/>
    <w:rsid w:val="00943033"/>
    <w:rsid w:val="00943F03"/>
    <w:rsid w:val="00945C70"/>
    <w:rsid w:val="00947468"/>
    <w:rsid w:val="0095093D"/>
    <w:rsid w:val="00963350"/>
    <w:rsid w:val="00966FBC"/>
    <w:rsid w:val="00975427"/>
    <w:rsid w:val="00975978"/>
    <w:rsid w:val="0097680B"/>
    <w:rsid w:val="0098014E"/>
    <w:rsid w:val="00980C0B"/>
    <w:rsid w:val="0098322C"/>
    <w:rsid w:val="0098499D"/>
    <w:rsid w:val="0098687B"/>
    <w:rsid w:val="0099209D"/>
    <w:rsid w:val="009A2A9F"/>
    <w:rsid w:val="009A322F"/>
    <w:rsid w:val="009A3E7B"/>
    <w:rsid w:val="009B2D2E"/>
    <w:rsid w:val="009B3902"/>
    <w:rsid w:val="009B4D95"/>
    <w:rsid w:val="009C4ACD"/>
    <w:rsid w:val="009D024B"/>
    <w:rsid w:val="009D42AF"/>
    <w:rsid w:val="009D44A0"/>
    <w:rsid w:val="009D657C"/>
    <w:rsid w:val="009E133B"/>
    <w:rsid w:val="009E2CE0"/>
    <w:rsid w:val="009E529D"/>
    <w:rsid w:val="009F1E3B"/>
    <w:rsid w:val="009F5F58"/>
    <w:rsid w:val="009F66D3"/>
    <w:rsid w:val="009F7397"/>
    <w:rsid w:val="00A02345"/>
    <w:rsid w:val="00A1024D"/>
    <w:rsid w:val="00A15A68"/>
    <w:rsid w:val="00A20048"/>
    <w:rsid w:val="00A22EA9"/>
    <w:rsid w:val="00A23967"/>
    <w:rsid w:val="00A26C57"/>
    <w:rsid w:val="00A27425"/>
    <w:rsid w:val="00A32A5A"/>
    <w:rsid w:val="00A35524"/>
    <w:rsid w:val="00A401EB"/>
    <w:rsid w:val="00A60832"/>
    <w:rsid w:val="00A64EA0"/>
    <w:rsid w:val="00A65F92"/>
    <w:rsid w:val="00A7272D"/>
    <w:rsid w:val="00A74CC0"/>
    <w:rsid w:val="00A753C0"/>
    <w:rsid w:val="00A77DDA"/>
    <w:rsid w:val="00A83525"/>
    <w:rsid w:val="00A83B68"/>
    <w:rsid w:val="00A843EE"/>
    <w:rsid w:val="00A87039"/>
    <w:rsid w:val="00A913CC"/>
    <w:rsid w:val="00A969BB"/>
    <w:rsid w:val="00AA1FDD"/>
    <w:rsid w:val="00AA2A5D"/>
    <w:rsid w:val="00AA55D8"/>
    <w:rsid w:val="00AA6DE4"/>
    <w:rsid w:val="00AB3EFF"/>
    <w:rsid w:val="00AB6D11"/>
    <w:rsid w:val="00AC05BB"/>
    <w:rsid w:val="00AC15AB"/>
    <w:rsid w:val="00AC62FA"/>
    <w:rsid w:val="00AD066E"/>
    <w:rsid w:val="00AD57FA"/>
    <w:rsid w:val="00AD5F54"/>
    <w:rsid w:val="00AD782D"/>
    <w:rsid w:val="00AE1653"/>
    <w:rsid w:val="00AE279B"/>
    <w:rsid w:val="00AE2A5E"/>
    <w:rsid w:val="00AF456F"/>
    <w:rsid w:val="00AF50D4"/>
    <w:rsid w:val="00AF556C"/>
    <w:rsid w:val="00AF6C67"/>
    <w:rsid w:val="00B03AE7"/>
    <w:rsid w:val="00B10776"/>
    <w:rsid w:val="00B136F0"/>
    <w:rsid w:val="00B16E5D"/>
    <w:rsid w:val="00B24E73"/>
    <w:rsid w:val="00B25E8E"/>
    <w:rsid w:val="00B26A99"/>
    <w:rsid w:val="00B409F6"/>
    <w:rsid w:val="00B43E5C"/>
    <w:rsid w:val="00B46D3C"/>
    <w:rsid w:val="00B52665"/>
    <w:rsid w:val="00B60EF4"/>
    <w:rsid w:val="00B66E40"/>
    <w:rsid w:val="00B71902"/>
    <w:rsid w:val="00B7387A"/>
    <w:rsid w:val="00B7532C"/>
    <w:rsid w:val="00B80C14"/>
    <w:rsid w:val="00B830A3"/>
    <w:rsid w:val="00B8572F"/>
    <w:rsid w:val="00B965FD"/>
    <w:rsid w:val="00BA1965"/>
    <w:rsid w:val="00BA484E"/>
    <w:rsid w:val="00BB68A2"/>
    <w:rsid w:val="00BB6EE3"/>
    <w:rsid w:val="00BB7C42"/>
    <w:rsid w:val="00BC3533"/>
    <w:rsid w:val="00BC68BD"/>
    <w:rsid w:val="00BE492B"/>
    <w:rsid w:val="00BE5000"/>
    <w:rsid w:val="00BE5DC3"/>
    <w:rsid w:val="00BE7C15"/>
    <w:rsid w:val="00BF0515"/>
    <w:rsid w:val="00BF6D5C"/>
    <w:rsid w:val="00C00711"/>
    <w:rsid w:val="00C01E75"/>
    <w:rsid w:val="00C13B8B"/>
    <w:rsid w:val="00C22DD5"/>
    <w:rsid w:val="00C246D2"/>
    <w:rsid w:val="00C3513E"/>
    <w:rsid w:val="00C36FC9"/>
    <w:rsid w:val="00C45C2B"/>
    <w:rsid w:val="00C51CF8"/>
    <w:rsid w:val="00C544A2"/>
    <w:rsid w:val="00C54C4C"/>
    <w:rsid w:val="00C55CFC"/>
    <w:rsid w:val="00C63222"/>
    <w:rsid w:val="00C64512"/>
    <w:rsid w:val="00C661EE"/>
    <w:rsid w:val="00C67C9C"/>
    <w:rsid w:val="00C70A40"/>
    <w:rsid w:val="00C73EB1"/>
    <w:rsid w:val="00C74695"/>
    <w:rsid w:val="00C75E8F"/>
    <w:rsid w:val="00C76277"/>
    <w:rsid w:val="00C773C4"/>
    <w:rsid w:val="00C77B9A"/>
    <w:rsid w:val="00C814BD"/>
    <w:rsid w:val="00C81546"/>
    <w:rsid w:val="00C825EF"/>
    <w:rsid w:val="00C83728"/>
    <w:rsid w:val="00C86D3A"/>
    <w:rsid w:val="00C87238"/>
    <w:rsid w:val="00C87BFE"/>
    <w:rsid w:val="00C923B1"/>
    <w:rsid w:val="00C935D4"/>
    <w:rsid w:val="00CA2BE4"/>
    <w:rsid w:val="00CA308D"/>
    <w:rsid w:val="00CA64C1"/>
    <w:rsid w:val="00CB12BE"/>
    <w:rsid w:val="00CB2DB9"/>
    <w:rsid w:val="00CB41EC"/>
    <w:rsid w:val="00CB49B8"/>
    <w:rsid w:val="00CB4CFB"/>
    <w:rsid w:val="00CB4F93"/>
    <w:rsid w:val="00CC0EC7"/>
    <w:rsid w:val="00CC1914"/>
    <w:rsid w:val="00CC1A49"/>
    <w:rsid w:val="00CC1A5F"/>
    <w:rsid w:val="00CC486D"/>
    <w:rsid w:val="00CC63CB"/>
    <w:rsid w:val="00CC6C7A"/>
    <w:rsid w:val="00CC712F"/>
    <w:rsid w:val="00CD21FD"/>
    <w:rsid w:val="00CD235E"/>
    <w:rsid w:val="00CD4BBD"/>
    <w:rsid w:val="00CD7822"/>
    <w:rsid w:val="00CE2000"/>
    <w:rsid w:val="00CE27AE"/>
    <w:rsid w:val="00CE4D31"/>
    <w:rsid w:val="00CF5FF2"/>
    <w:rsid w:val="00D021D3"/>
    <w:rsid w:val="00D0272E"/>
    <w:rsid w:val="00D04FDD"/>
    <w:rsid w:val="00D05396"/>
    <w:rsid w:val="00D05A71"/>
    <w:rsid w:val="00D072EE"/>
    <w:rsid w:val="00D0762E"/>
    <w:rsid w:val="00D125E7"/>
    <w:rsid w:val="00D134F8"/>
    <w:rsid w:val="00D14A35"/>
    <w:rsid w:val="00D15035"/>
    <w:rsid w:val="00D157D4"/>
    <w:rsid w:val="00D37A32"/>
    <w:rsid w:val="00D419F5"/>
    <w:rsid w:val="00D460BA"/>
    <w:rsid w:val="00D51620"/>
    <w:rsid w:val="00D5283B"/>
    <w:rsid w:val="00D55B72"/>
    <w:rsid w:val="00D56628"/>
    <w:rsid w:val="00D62248"/>
    <w:rsid w:val="00D645F0"/>
    <w:rsid w:val="00D76177"/>
    <w:rsid w:val="00D8105B"/>
    <w:rsid w:val="00D82B6E"/>
    <w:rsid w:val="00D853D8"/>
    <w:rsid w:val="00D86AFA"/>
    <w:rsid w:val="00D97082"/>
    <w:rsid w:val="00D9756C"/>
    <w:rsid w:val="00DA0E3A"/>
    <w:rsid w:val="00DA374C"/>
    <w:rsid w:val="00DB0B66"/>
    <w:rsid w:val="00DB27C2"/>
    <w:rsid w:val="00DB4B87"/>
    <w:rsid w:val="00DB4BA3"/>
    <w:rsid w:val="00DC2A6D"/>
    <w:rsid w:val="00DC5BBB"/>
    <w:rsid w:val="00DC6424"/>
    <w:rsid w:val="00DC6621"/>
    <w:rsid w:val="00DC69FE"/>
    <w:rsid w:val="00DC7885"/>
    <w:rsid w:val="00DD4AC4"/>
    <w:rsid w:val="00DD67E8"/>
    <w:rsid w:val="00DD70BA"/>
    <w:rsid w:val="00DE36B3"/>
    <w:rsid w:val="00DE51CB"/>
    <w:rsid w:val="00DE52CD"/>
    <w:rsid w:val="00DF20B8"/>
    <w:rsid w:val="00DF3580"/>
    <w:rsid w:val="00DF386C"/>
    <w:rsid w:val="00DF5881"/>
    <w:rsid w:val="00DF7764"/>
    <w:rsid w:val="00E00105"/>
    <w:rsid w:val="00E03B71"/>
    <w:rsid w:val="00E07B27"/>
    <w:rsid w:val="00E1088A"/>
    <w:rsid w:val="00E16455"/>
    <w:rsid w:val="00E17BD7"/>
    <w:rsid w:val="00E23BAC"/>
    <w:rsid w:val="00E30B53"/>
    <w:rsid w:val="00E366E6"/>
    <w:rsid w:val="00E43875"/>
    <w:rsid w:val="00E51208"/>
    <w:rsid w:val="00E63881"/>
    <w:rsid w:val="00E63AE3"/>
    <w:rsid w:val="00E64C13"/>
    <w:rsid w:val="00E67163"/>
    <w:rsid w:val="00E67F20"/>
    <w:rsid w:val="00E73AE9"/>
    <w:rsid w:val="00E748F8"/>
    <w:rsid w:val="00E74F09"/>
    <w:rsid w:val="00E75EE3"/>
    <w:rsid w:val="00E779B9"/>
    <w:rsid w:val="00E862CC"/>
    <w:rsid w:val="00E8723F"/>
    <w:rsid w:val="00E87F30"/>
    <w:rsid w:val="00E90BD3"/>
    <w:rsid w:val="00E94A08"/>
    <w:rsid w:val="00EA0864"/>
    <w:rsid w:val="00EA1AA4"/>
    <w:rsid w:val="00EA2A2C"/>
    <w:rsid w:val="00EA470D"/>
    <w:rsid w:val="00EA68F7"/>
    <w:rsid w:val="00EA715E"/>
    <w:rsid w:val="00EB4901"/>
    <w:rsid w:val="00EC19B7"/>
    <w:rsid w:val="00EC4BC9"/>
    <w:rsid w:val="00ED21C3"/>
    <w:rsid w:val="00ED6E66"/>
    <w:rsid w:val="00EE3904"/>
    <w:rsid w:val="00EE4542"/>
    <w:rsid w:val="00EE5363"/>
    <w:rsid w:val="00EF01B0"/>
    <w:rsid w:val="00EF18FE"/>
    <w:rsid w:val="00EF24AB"/>
    <w:rsid w:val="00EF293C"/>
    <w:rsid w:val="00EF5F46"/>
    <w:rsid w:val="00F02B34"/>
    <w:rsid w:val="00F04290"/>
    <w:rsid w:val="00F0447E"/>
    <w:rsid w:val="00F10A66"/>
    <w:rsid w:val="00F1119C"/>
    <w:rsid w:val="00F1422A"/>
    <w:rsid w:val="00F21A76"/>
    <w:rsid w:val="00F22A04"/>
    <w:rsid w:val="00F24557"/>
    <w:rsid w:val="00F254C2"/>
    <w:rsid w:val="00F25F3F"/>
    <w:rsid w:val="00F26197"/>
    <w:rsid w:val="00F301DC"/>
    <w:rsid w:val="00F30BF4"/>
    <w:rsid w:val="00F37500"/>
    <w:rsid w:val="00F44EDB"/>
    <w:rsid w:val="00F56214"/>
    <w:rsid w:val="00F57ECC"/>
    <w:rsid w:val="00F6734B"/>
    <w:rsid w:val="00F7183C"/>
    <w:rsid w:val="00F72587"/>
    <w:rsid w:val="00F7356C"/>
    <w:rsid w:val="00F74115"/>
    <w:rsid w:val="00F80B98"/>
    <w:rsid w:val="00F82EDF"/>
    <w:rsid w:val="00F9033F"/>
    <w:rsid w:val="00F90762"/>
    <w:rsid w:val="00F91235"/>
    <w:rsid w:val="00F92A10"/>
    <w:rsid w:val="00F94E2C"/>
    <w:rsid w:val="00F9796D"/>
    <w:rsid w:val="00FA366A"/>
    <w:rsid w:val="00FA4972"/>
    <w:rsid w:val="00FA4B6C"/>
    <w:rsid w:val="00FB0A57"/>
    <w:rsid w:val="00FB1756"/>
    <w:rsid w:val="00FC00EC"/>
    <w:rsid w:val="00FC19C8"/>
    <w:rsid w:val="00FC458D"/>
    <w:rsid w:val="00FC45FA"/>
    <w:rsid w:val="00FC507E"/>
    <w:rsid w:val="00FC5846"/>
    <w:rsid w:val="00FE1204"/>
    <w:rsid w:val="00FE6560"/>
    <w:rsid w:val="00FF249E"/>
    <w:rsid w:val="00FF3E22"/>
    <w:rsid w:val="00FF65AE"/>
    <w:rsid w:val="00FF6689"/>
    <w:rsid w:val="00FF7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>
      <o:colormru v:ext="edit" colors="#ddd"/>
      <o:colormenu v:ext="edit" fillcolor="#dd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74F0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F47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42A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rsid w:val="00B8572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8572F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7A0CEE"/>
    <w:rPr>
      <w:color w:val="0000FF"/>
      <w:u w:val="single"/>
    </w:rPr>
  </w:style>
  <w:style w:type="character" w:styleId="Enfasicorsivo">
    <w:name w:val="Emphasis"/>
    <w:qFormat/>
    <w:rsid w:val="007A0CEE"/>
    <w:rPr>
      <w:rFonts w:ascii="Arial" w:hAnsi="Arial"/>
      <w:b/>
      <w:spacing w:val="-10"/>
      <w:sz w:val="18"/>
    </w:rPr>
  </w:style>
  <w:style w:type="paragraph" w:styleId="Corpodeltesto">
    <w:name w:val="Body Text"/>
    <w:basedOn w:val="Normale"/>
    <w:link w:val="CorpodeltestoCarattere"/>
    <w:rsid w:val="00440211"/>
    <w:pPr>
      <w:overflowPunct w:val="0"/>
      <w:autoSpaceDE w:val="0"/>
      <w:autoSpaceDN w:val="0"/>
      <w:adjustRightInd w:val="0"/>
      <w:spacing w:after="60" w:line="288" w:lineRule="auto"/>
      <w:ind w:firstLine="567"/>
      <w:jc w:val="both"/>
      <w:textAlignment w:val="baseline"/>
    </w:pPr>
    <w:rPr>
      <w:rFonts w:ascii="Arial" w:hAnsi="Arial"/>
      <w:sz w:val="22"/>
      <w:szCs w:val="20"/>
    </w:rPr>
  </w:style>
  <w:style w:type="paragraph" w:styleId="Testodelblocco">
    <w:name w:val="Block Text"/>
    <w:basedOn w:val="Normale"/>
    <w:rsid w:val="00B80C14"/>
    <w:pPr>
      <w:spacing w:line="360" w:lineRule="auto"/>
      <w:ind w:left="360" w:right="-334" w:hanging="360"/>
    </w:pPr>
    <w:rPr>
      <w:rFonts w:ascii="Arial" w:hAnsi="Arial" w:cs="Arial"/>
      <w:sz w:val="20"/>
      <w:szCs w:val="20"/>
    </w:rPr>
  </w:style>
  <w:style w:type="character" w:styleId="Enfasigrassetto">
    <w:name w:val="Strong"/>
    <w:basedOn w:val="Carpredefinitoparagrafo"/>
    <w:qFormat/>
    <w:rsid w:val="00390CFB"/>
    <w:rPr>
      <w:b/>
      <w:bCs/>
    </w:rPr>
  </w:style>
  <w:style w:type="paragraph" w:styleId="Testofumetto">
    <w:name w:val="Balloon Text"/>
    <w:basedOn w:val="Normale"/>
    <w:semiHidden/>
    <w:rsid w:val="00185FC1"/>
    <w:rPr>
      <w:rFonts w:ascii="Tahoma" w:hAnsi="Tahoma" w:cs="Tahoma"/>
      <w:sz w:val="16"/>
      <w:szCs w:val="16"/>
    </w:rPr>
  </w:style>
  <w:style w:type="character" w:customStyle="1" w:styleId="StileMessaggioDiPostaElettronica24">
    <w:name w:val="StileMessaggioDiPostaElettronica241"/>
    <w:aliases w:val="StileMessaggioDiPostaElettronica241"/>
    <w:basedOn w:val="Carpredefinitoparagrafo"/>
    <w:semiHidden/>
    <w:personal/>
    <w:personalCompose/>
    <w:rsid w:val="00B16E5D"/>
    <w:rPr>
      <w:rFonts w:ascii="Arial" w:hAnsi="Arial" w:cs="Arial"/>
      <w:color w:val="auto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rsid w:val="00B43E5C"/>
    <w:rPr>
      <w:rFonts w:ascii="Arial" w:hAnsi="Arial"/>
      <w:sz w:val="22"/>
    </w:rPr>
  </w:style>
  <w:style w:type="paragraph" w:styleId="Paragrafoelenco">
    <w:name w:val="List Paragraph"/>
    <w:basedOn w:val="Normale"/>
    <w:uiPriority w:val="34"/>
    <w:qFormat/>
    <w:rsid w:val="005113BD"/>
    <w:pPr>
      <w:ind w:left="720"/>
      <w:contextualSpacing/>
    </w:pPr>
  </w:style>
  <w:style w:type="character" w:customStyle="1" w:styleId="xbe">
    <w:name w:val="_xbe"/>
    <w:basedOn w:val="Carpredefinitoparagrafo"/>
    <w:rsid w:val="005A2C71"/>
  </w:style>
  <w:style w:type="character" w:customStyle="1" w:styleId="Titolo1Carattere">
    <w:name w:val="Titolo 1 Carattere"/>
    <w:basedOn w:val="Carpredefinitoparagrafo"/>
    <w:link w:val="Titolo1"/>
    <w:rsid w:val="003F47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qFormat/>
    <w:rsid w:val="003F47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3F47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depensile@perlit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verdepensile@perlit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NUOVI%20RIFERIMENTI%202004\FAX\MASCHERA%20FAX%20PERLITE%202005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844E30-8275-456F-BC66-D1E404316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MASCHERA FAX PERLITE 2005.dot</Template>
  <TotalTime>131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Data/Date:</vt:lpstr>
    </vt:vector>
  </TitlesOfParts>
  <Company>Microsoft</Company>
  <LinksUpToDate>false</LinksUpToDate>
  <CharactersWithSpaces>1456</CharactersWithSpaces>
  <SharedDoc>false</SharedDoc>
  <HLinks>
    <vt:vector size="12" baseType="variant">
      <vt:variant>
        <vt:i4>3145795</vt:i4>
      </vt:variant>
      <vt:variant>
        <vt:i4>0</vt:i4>
      </vt:variant>
      <vt:variant>
        <vt:i4>0</vt:i4>
      </vt:variant>
      <vt:variant>
        <vt:i4>5</vt:i4>
      </vt:variant>
      <vt:variant>
        <vt:lpwstr>mailto:maurizio.molli@perlite.it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mailto:sicurezza@perlite.it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Data/Date:</dc:title>
  <dc:creator>Molli</dc:creator>
  <cp:lastModifiedBy>AlessandroMaggioni</cp:lastModifiedBy>
  <cp:revision>57</cp:revision>
  <cp:lastPrinted>2016-10-07T14:35:00Z</cp:lastPrinted>
  <dcterms:created xsi:type="dcterms:W3CDTF">2016-10-07T14:35:00Z</dcterms:created>
  <dcterms:modified xsi:type="dcterms:W3CDTF">2022-07-19T14:27:00Z</dcterms:modified>
</cp:coreProperties>
</file>